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15" w:rsidRPr="00E551A7" w:rsidRDefault="00946715" w:rsidP="00E551A7">
      <w:pPr>
        <w:rPr>
          <w:i/>
        </w:rPr>
      </w:pPr>
      <w:r w:rsidRPr="00E551A7">
        <w:rPr>
          <w:i/>
        </w:rPr>
        <w:t>Presentation Text</w:t>
      </w:r>
    </w:p>
    <w:p w:rsidR="00946715" w:rsidRDefault="00946715" w:rsidP="009B4A78"/>
    <w:p w:rsidR="00946715" w:rsidRPr="009B4A78" w:rsidRDefault="00946715" w:rsidP="009B4A78">
      <w:pPr>
        <w:rPr>
          <w:i/>
        </w:rPr>
      </w:pPr>
      <w:r w:rsidRPr="009B4A78">
        <w:rPr>
          <w:i/>
        </w:rPr>
        <w:t>Title for Slide 2</w:t>
      </w:r>
    </w:p>
    <w:p w:rsidR="00946715" w:rsidRDefault="00946715" w:rsidP="00E551A7">
      <w:pPr>
        <w:ind w:left="360"/>
      </w:pPr>
      <w:r>
        <w:t>Staff</w:t>
      </w:r>
      <w:r w:rsidRPr="00E551A7">
        <w:t xml:space="preserve"> wanted</w:t>
      </w:r>
    </w:p>
    <w:p w:rsidR="00946715" w:rsidRPr="00E551A7" w:rsidRDefault="00946715" w:rsidP="009B4A78"/>
    <w:p w:rsidR="00946715" w:rsidRPr="00E551A7" w:rsidRDefault="00946715" w:rsidP="009B4A78">
      <w:pPr>
        <w:rPr>
          <w:i/>
        </w:rPr>
      </w:pPr>
      <w:r w:rsidRPr="00E551A7">
        <w:rPr>
          <w:i/>
        </w:rPr>
        <w:t>Text for Slide 2</w:t>
      </w:r>
    </w:p>
    <w:p w:rsidR="00946715" w:rsidRPr="00E551A7" w:rsidRDefault="00946715" w:rsidP="00E551A7">
      <w:pPr>
        <w:ind w:left="360"/>
      </w:pPr>
      <w:r>
        <w:t>Staff needed to deliver newspapers</w:t>
      </w:r>
    </w:p>
    <w:p w:rsidR="00946715" w:rsidRDefault="00946715" w:rsidP="00E551A7">
      <w:pPr>
        <w:ind w:left="360"/>
      </w:pPr>
      <w:r w:rsidRPr="00E551A7">
        <w:t xml:space="preserve">Rounds last about 1 hour each </w:t>
      </w:r>
      <w:r>
        <w:t>morning</w:t>
      </w:r>
    </w:p>
    <w:p w:rsidR="00946715" w:rsidRDefault="00946715" w:rsidP="004B07A6">
      <w:pPr>
        <w:ind w:left="360"/>
      </w:pPr>
      <w:r>
        <w:t>Pay - £7.00 per round</w:t>
      </w:r>
    </w:p>
    <w:p w:rsidR="00946715" w:rsidRDefault="00946715" w:rsidP="00E551A7"/>
    <w:p w:rsidR="00946715" w:rsidRPr="009B4A78" w:rsidRDefault="00946715" w:rsidP="009B4A78">
      <w:pPr>
        <w:rPr>
          <w:i/>
        </w:rPr>
      </w:pPr>
      <w:r>
        <w:rPr>
          <w:i/>
        </w:rPr>
        <w:t>Title for Slide 3</w:t>
      </w:r>
    </w:p>
    <w:p w:rsidR="00946715" w:rsidRDefault="00946715" w:rsidP="009B4A78">
      <w:pPr>
        <w:ind w:left="360"/>
      </w:pPr>
      <w:r>
        <w:t>Applications</w:t>
      </w:r>
    </w:p>
    <w:p w:rsidR="00946715" w:rsidRPr="009B4A78" w:rsidRDefault="00946715" w:rsidP="00E551A7"/>
    <w:p w:rsidR="00946715" w:rsidRDefault="00946715" w:rsidP="00E551A7">
      <w:pPr>
        <w:rPr>
          <w:i/>
        </w:rPr>
      </w:pPr>
      <w:r w:rsidRPr="00E551A7">
        <w:rPr>
          <w:i/>
        </w:rPr>
        <w:t>Text for Slide 3</w:t>
      </w:r>
    </w:p>
    <w:p w:rsidR="00946715" w:rsidRPr="00E551A7" w:rsidRDefault="00946715" w:rsidP="004B07A6">
      <w:pPr>
        <w:ind w:left="360"/>
      </w:pPr>
      <w:r>
        <w:t>Willingness to work in all weather essential</w:t>
      </w:r>
    </w:p>
    <w:p w:rsidR="00946715" w:rsidRDefault="00946715" w:rsidP="00E551A7">
      <w:pPr>
        <w:ind w:left="360"/>
      </w:pPr>
      <w:r>
        <w:t>Boys or girls welcome to apply</w:t>
      </w:r>
    </w:p>
    <w:p w:rsidR="00946715" w:rsidRDefault="00946715" w:rsidP="00E551A7">
      <w:pPr>
        <w:ind w:left="360"/>
      </w:pPr>
      <w:r>
        <w:t>Ask Fiona for more details</w:t>
      </w:r>
    </w:p>
    <w:p w:rsidR="00946715" w:rsidRDefault="00946715" w:rsidP="00E551A7">
      <w:pPr>
        <w:ind w:left="360"/>
      </w:pPr>
    </w:p>
    <w:p w:rsidR="00946715" w:rsidRPr="00E551A7" w:rsidRDefault="00946715" w:rsidP="00E551A7">
      <w:pPr>
        <w:ind w:left="360"/>
      </w:pPr>
    </w:p>
    <w:p w:rsidR="00946715" w:rsidRPr="00E551A7" w:rsidRDefault="00946715" w:rsidP="00E551A7">
      <w:pPr>
        <w:ind w:left="720"/>
      </w:pPr>
    </w:p>
    <w:sectPr w:rsidR="00946715" w:rsidRPr="00E551A7" w:rsidSect="004D0AC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90880"/>
    <w:multiLevelType w:val="hybridMultilevel"/>
    <w:tmpl w:val="B46AE2AC"/>
    <w:lvl w:ilvl="0" w:tplc="78FAA4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06D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2057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6AD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4C43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36A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C8D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54BA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86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removePersonalInformation/>
  <w:stylePaneFormatFilter w:val="3F01"/>
  <w:defaultTabStop w:val="720"/>
  <w:drawingGridHorizontalSpacing w:val="2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1A7"/>
    <w:rsid w:val="000005B2"/>
    <w:rsid w:val="00000C11"/>
    <w:rsid w:val="0000230C"/>
    <w:rsid w:val="00004486"/>
    <w:rsid w:val="00005083"/>
    <w:rsid w:val="0000622C"/>
    <w:rsid w:val="000064E9"/>
    <w:rsid w:val="00006E80"/>
    <w:rsid w:val="000078A3"/>
    <w:rsid w:val="00010216"/>
    <w:rsid w:val="00011322"/>
    <w:rsid w:val="00011D80"/>
    <w:rsid w:val="00011FFD"/>
    <w:rsid w:val="00012479"/>
    <w:rsid w:val="0001270A"/>
    <w:rsid w:val="00012813"/>
    <w:rsid w:val="00012F57"/>
    <w:rsid w:val="00013D9D"/>
    <w:rsid w:val="00014531"/>
    <w:rsid w:val="00021327"/>
    <w:rsid w:val="0002170C"/>
    <w:rsid w:val="00022801"/>
    <w:rsid w:val="000229DF"/>
    <w:rsid w:val="0002321D"/>
    <w:rsid w:val="000239B3"/>
    <w:rsid w:val="00024C8D"/>
    <w:rsid w:val="00026C9C"/>
    <w:rsid w:val="00033DBC"/>
    <w:rsid w:val="00034465"/>
    <w:rsid w:val="00034D46"/>
    <w:rsid w:val="00040A34"/>
    <w:rsid w:val="00041E2A"/>
    <w:rsid w:val="000436BA"/>
    <w:rsid w:val="00044508"/>
    <w:rsid w:val="000448CB"/>
    <w:rsid w:val="0004559B"/>
    <w:rsid w:val="000460D7"/>
    <w:rsid w:val="0004666B"/>
    <w:rsid w:val="00046EBE"/>
    <w:rsid w:val="000470DF"/>
    <w:rsid w:val="0005093B"/>
    <w:rsid w:val="000511F1"/>
    <w:rsid w:val="00051880"/>
    <w:rsid w:val="00053381"/>
    <w:rsid w:val="000558FE"/>
    <w:rsid w:val="00055C07"/>
    <w:rsid w:val="0005608B"/>
    <w:rsid w:val="00057147"/>
    <w:rsid w:val="00057E9E"/>
    <w:rsid w:val="00061896"/>
    <w:rsid w:val="0006211C"/>
    <w:rsid w:val="000657ED"/>
    <w:rsid w:val="00066170"/>
    <w:rsid w:val="000666DD"/>
    <w:rsid w:val="0006754C"/>
    <w:rsid w:val="000675DD"/>
    <w:rsid w:val="000708B4"/>
    <w:rsid w:val="00071032"/>
    <w:rsid w:val="00071432"/>
    <w:rsid w:val="00071663"/>
    <w:rsid w:val="00072F61"/>
    <w:rsid w:val="00072F90"/>
    <w:rsid w:val="00073B42"/>
    <w:rsid w:val="00077457"/>
    <w:rsid w:val="000775B7"/>
    <w:rsid w:val="0007766F"/>
    <w:rsid w:val="00083AB4"/>
    <w:rsid w:val="00085B8A"/>
    <w:rsid w:val="000876E1"/>
    <w:rsid w:val="00090CE4"/>
    <w:rsid w:val="00091951"/>
    <w:rsid w:val="00091A5B"/>
    <w:rsid w:val="00091E02"/>
    <w:rsid w:val="0009348C"/>
    <w:rsid w:val="00093BAA"/>
    <w:rsid w:val="00094289"/>
    <w:rsid w:val="000968BE"/>
    <w:rsid w:val="000979C5"/>
    <w:rsid w:val="000A02CE"/>
    <w:rsid w:val="000A107A"/>
    <w:rsid w:val="000A2E0A"/>
    <w:rsid w:val="000A429C"/>
    <w:rsid w:val="000A4912"/>
    <w:rsid w:val="000A793B"/>
    <w:rsid w:val="000B0486"/>
    <w:rsid w:val="000B17FE"/>
    <w:rsid w:val="000B35B8"/>
    <w:rsid w:val="000B52C6"/>
    <w:rsid w:val="000B5A85"/>
    <w:rsid w:val="000B5E5D"/>
    <w:rsid w:val="000B5F64"/>
    <w:rsid w:val="000C03CC"/>
    <w:rsid w:val="000C0485"/>
    <w:rsid w:val="000C32DD"/>
    <w:rsid w:val="000C3984"/>
    <w:rsid w:val="000C3DF2"/>
    <w:rsid w:val="000C4390"/>
    <w:rsid w:val="000C4DA9"/>
    <w:rsid w:val="000C4F51"/>
    <w:rsid w:val="000C5254"/>
    <w:rsid w:val="000C5C3E"/>
    <w:rsid w:val="000C735B"/>
    <w:rsid w:val="000C7C41"/>
    <w:rsid w:val="000D0313"/>
    <w:rsid w:val="000D06B3"/>
    <w:rsid w:val="000D07F7"/>
    <w:rsid w:val="000D3A8C"/>
    <w:rsid w:val="000D659D"/>
    <w:rsid w:val="000E060A"/>
    <w:rsid w:val="000E088E"/>
    <w:rsid w:val="000E454D"/>
    <w:rsid w:val="000E457A"/>
    <w:rsid w:val="000E48B6"/>
    <w:rsid w:val="000E577E"/>
    <w:rsid w:val="000E5824"/>
    <w:rsid w:val="000E7425"/>
    <w:rsid w:val="000E7C8B"/>
    <w:rsid w:val="000F116E"/>
    <w:rsid w:val="000F1BB9"/>
    <w:rsid w:val="000F1D7A"/>
    <w:rsid w:val="000F1F3B"/>
    <w:rsid w:val="000F23F4"/>
    <w:rsid w:val="000F2948"/>
    <w:rsid w:val="000F48E5"/>
    <w:rsid w:val="000F61A7"/>
    <w:rsid w:val="00101AF4"/>
    <w:rsid w:val="00101FA7"/>
    <w:rsid w:val="0010340A"/>
    <w:rsid w:val="0010364E"/>
    <w:rsid w:val="00103A59"/>
    <w:rsid w:val="0010407D"/>
    <w:rsid w:val="00105B5A"/>
    <w:rsid w:val="001070FC"/>
    <w:rsid w:val="00110071"/>
    <w:rsid w:val="00110785"/>
    <w:rsid w:val="00111F16"/>
    <w:rsid w:val="00112647"/>
    <w:rsid w:val="00113304"/>
    <w:rsid w:val="001137DC"/>
    <w:rsid w:val="00120E1A"/>
    <w:rsid w:val="001228AD"/>
    <w:rsid w:val="001239E3"/>
    <w:rsid w:val="00124BE2"/>
    <w:rsid w:val="00125009"/>
    <w:rsid w:val="001259E1"/>
    <w:rsid w:val="001309B1"/>
    <w:rsid w:val="00131B58"/>
    <w:rsid w:val="00131D7A"/>
    <w:rsid w:val="00131D92"/>
    <w:rsid w:val="00133065"/>
    <w:rsid w:val="0013322C"/>
    <w:rsid w:val="0013550C"/>
    <w:rsid w:val="001407A6"/>
    <w:rsid w:val="00140F33"/>
    <w:rsid w:val="00141958"/>
    <w:rsid w:val="001421C5"/>
    <w:rsid w:val="0014474E"/>
    <w:rsid w:val="0015110A"/>
    <w:rsid w:val="00151A45"/>
    <w:rsid w:val="00152CA7"/>
    <w:rsid w:val="00153F1B"/>
    <w:rsid w:val="00154C3C"/>
    <w:rsid w:val="001552A9"/>
    <w:rsid w:val="00155BE6"/>
    <w:rsid w:val="00155CB5"/>
    <w:rsid w:val="0015603D"/>
    <w:rsid w:val="00156281"/>
    <w:rsid w:val="00157AC6"/>
    <w:rsid w:val="00160360"/>
    <w:rsid w:val="00161AB2"/>
    <w:rsid w:val="00162AC4"/>
    <w:rsid w:val="00163254"/>
    <w:rsid w:val="0016359F"/>
    <w:rsid w:val="00163B38"/>
    <w:rsid w:val="00163B48"/>
    <w:rsid w:val="00163C9E"/>
    <w:rsid w:val="00163CCC"/>
    <w:rsid w:val="00163FD9"/>
    <w:rsid w:val="001661E9"/>
    <w:rsid w:val="00166839"/>
    <w:rsid w:val="00170173"/>
    <w:rsid w:val="0017094D"/>
    <w:rsid w:val="00171EC9"/>
    <w:rsid w:val="0017321E"/>
    <w:rsid w:val="00173B4F"/>
    <w:rsid w:val="00173EE3"/>
    <w:rsid w:val="00177AC0"/>
    <w:rsid w:val="00177BA5"/>
    <w:rsid w:val="0018037B"/>
    <w:rsid w:val="001805D1"/>
    <w:rsid w:val="00181BA9"/>
    <w:rsid w:val="00181D59"/>
    <w:rsid w:val="00182BF5"/>
    <w:rsid w:val="00183DAC"/>
    <w:rsid w:val="00184DD8"/>
    <w:rsid w:val="00185147"/>
    <w:rsid w:val="00185D3E"/>
    <w:rsid w:val="00185EA1"/>
    <w:rsid w:val="001866FB"/>
    <w:rsid w:val="00187B85"/>
    <w:rsid w:val="00187E22"/>
    <w:rsid w:val="0019092A"/>
    <w:rsid w:val="00190A3A"/>
    <w:rsid w:val="001913E0"/>
    <w:rsid w:val="00193114"/>
    <w:rsid w:val="00193E1B"/>
    <w:rsid w:val="00194855"/>
    <w:rsid w:val="00195BBA"/>
    <w:rsid w:val="001961E0"/>
    <w:rsid w:val="00196A9C"/>
    <w:rsid w:val="001A227A"/>
    <w:rsid w:val="001A25C6"/>
    <w:rsid w:val="001A2735"/>
    <w:rsid w:val="001A441D"/>
    <w:rsid w:val="001A4FB8"/>
    <w:rsid w:val="001A5859"/>
    <w:rsid w:val="001A74B2"/>
    <w:rsid w:val="001A7946"/>
    <w:rsid w:val="001B03A3"/>
    <w:rsid w:val="001B3E3D"/>
    <w:rsid w:val="001B4D59"/>
    <w:rsid w:val="001C04FD"/>
    <w:rsid w:val="001C20F1"/>
    <w:rsid w:val="001C2A1B"/>
    <w:rsid w:val="001C3E39"/>
    <w:rsid w:val="001C4A8C"/>
    <w:rsid w:val="001C5989"/>
    <w:rsid w:val="001C7B53"/>
    <w:rsid w:val="001D09D7"/>
    <w:rsid w:val="001D20B7"/>
    <w:rsid w:val="001D27B0"/>
    <w:rsid w:val="001D31FF"/>
    <w:rsid w:val="001D3CB8"/>
    <w:rsid w:val="001D3EE8"/>
    <w:rsid w:val="001D3FF1"/>
    <w:rsid w:val="001D4EFB"/>
    <w:rsid w:val="001D55E1"/>
    <w:rsid w:val="001D562B"/>
    <w:rsid w:val="001D5CCA"/>
    <w:rsid w:val="001D7293"/>
    <w:rsid w:val="001E0226"/>
    <w:rsid w:val="001E0776"/>
    <w:rsid w:val="001E0A69"/>
    <w:rsid w:val="001E1F5D"/>
    <w:rsid w:val="001E3267"/>
    <w:rsid w:val="001E4951"/>
    <w:rsid w:val="001E5ED7"/>
    <w:rsid w:val="001E64CA"/>
    <w:rsid w:val="001E65AD"/>
    <w:rsid w:val="001E6612"/>
    <w:rsid w:val="001E7B0B"/>
    <w:rsid w:val="001F06CF"/>
    <w:rsid w:val="001F0E21"/>
    <w:rsid w:val="001F101D"/>
    <w:rsid w:val="001F1053"/>
    <w:rsid w:val="001F490E"/>
    <w:rsid w:val="001F6C6E"/>
    <w:rsid w:val="001F79AF"/>
    <w:rsid w:val="0020283D"/>
    <w:rsid w:val="0020331D"/>
    <w:rsid w:val="00206544"/>
    <w:rsid w:val="00206A3A"/>
    <w:rsid w:val="002078A9"/>
    <w:rsid w:val="00211370"/>
    <w:rsid w:val="0021273F"/>
    <w:rsid w:val="00214597"/>
    <w:rsid w:val="00215B5C"/>
    <w:rsid w:val="00215E10"/>
    <w:rsid w:val="00217EF3"/>
    <w:rsid w:val="002201AA"/>
    <w:rsid w:val="0022060D"/>
    <w:rsid w:val="00220FDA"/>
    <w:rsid w:val="00221E7A"/>
    <w:rsid w:val="00225A14"/>
    <w:rsid w:val="00226284"/>
    <w:rsid w:val="00227ECF"/>
    <w:rsid w:val="0023065C"/>
    <w:rsid w:val="00230B60"/>
    <w:rsid w:val="002310F5"/>
    <w:rsid w:val="00231D4F"/>
    <w:rsid w:val="00233DA2"/>
    <w:rsid w:val="002360C5"/>
    <w:rsid w:val="00237C57"/>
    <w:rsid w:val="002418C8"/>
    <w:rsid w:val="00241F89"/>
    <w:rsid w:val="00243805"/>
    <w:rsid w:val="00243B3D"/>
    <w:rsid w:val="0024509A"/>
    <w:rsid w:val="0024535C"/>
    <w:rsid w:val="00246DAD"/>
    <w:rsid w:val="00247454"/>
    <w:rsid w:val="002500DE"/>
    <w:rsid w:val="0025044A"/>
    <w:rsid w:val="00252AD8"/>
    <w:rsid w:val="0025660D"/>
    <w:rsid w:val="00256902"/>
    <w:rsid w:val="00257B80"/>
    <w:rsid w:val="0026036F"/>
    <w:rsid w:val="002604E8"/>
    <w:rsid w:val="002618DB"/>
    <w:rsid w:val="00262897"/>
    <w:rsid w:val="00262A0A"/>
    <w:rsid w:val="00263C9F"/>
    <w:rsid w:val="00264A48"/>
    <w:rsid w:val="00264E6D"/>
    <w:rsid w:val="00264FEA"/>
    <w:rsid w:val="0026654D"/>
    <w:rsid w:val="0026768E"/>
    <w:rsid w:val="0027255B"/>
    <w:rsid w:val="002733DE"/>
    <w:rsid w:val="00275718"/>
    <w:rsid w:val="00275744"/>
    <w:rsid w:val="0027628E"/>
    <w:rsid w:val="00277691"/>
    <w:rsid w:val="002813C5"/>
    <w:rsid w:val="00281878"/>
    <w:rsid w:val="00282520"/>
    <w:rsid w:val="00283C72"/>
    <w:rsid w:val="00283F98"/>
    <w:rsid w:val="0028407A"/>
    <w:rsid w:val="00284954"/>
    <w:rsid w:val="00284BF8"/>
    <w:rsid w:val="00286BD0"/>
    <w:rsid w:val="00286C3D"/>
    <w:rsid w:val="0028758F"/>
    <w:rsid w:val="00290263"/>
    <w:rsid w:val="00290FEA"/>
    <w:rsid w:val="002919E2"/>
    <w:rsid w:val="00292BCE"/>
    <w:rsid w:val="002940FF"/>
    <w:rsid w:val="0029413F"/>
    <w:rsid w:val="00295CF9"/>
    <w:rsid w:val="00296B68"/>
    <w:rsid w:val="002973DB"/>
    <w:rsid w:val="002A071B"/>
    <w:rsid w:val="002A2931"/>
    <w:rsid w:val="002A2FA0"/>
    <w:rsid w:val="002A5079"/>
    <w:rsid w:val="002A6BF9"/>
    <w:rsid w:val="002A7211"/>
    <w:rsid w:val="002B0311"/>
    <w:rsid w:val="002B19CA"/>
    <w:rsid w:val="002B1D12"/>
    <w:rsid w:val="002B2340"/>
    <w:rsid w:val="002B26E3"/>
    <w:rsid w:val="002B2C22"/>
    <w:rsid w:val="002B332E"/>
    <w:rsid w:val="002B369B"/>
    <w:rsid w:val="002B4299"/>
    <w:rsid w:val="002B46A4"/>
    <w:rsid w:val="002B52CE"/>
    <w:rsid w:val="002B5FAF"/>
    <w:rsid w:val="002B6433"/>
    <w:rsid w:val="002B6BB0"/>
    <w:rsid w:val="002B7452"/>
    <w:rsid w:val="002B7784"/>
    <w:rsid w:val="002C01E9"/>
    <w:rsid w:val="002C0A30"/>
    <w:rsid w:val="002C1B51"/>
    <w:rsid w:val="002C46DA"/>
    <w:rsid w:val="002C56F4"/>
    <w:rsid w:val="002C6A86"/>
    <w:rsid w:val="002C6B8E"/>
    <w:rsid w:val="002D0933"/>
    <w:rsid w:val="002D0C8B"/>
    <w:rsid w:val="002D0F90"/>
    <w:rsid w:val="002D21DC"/>
    <w:rsid w:val="002D2BAB"/>
    <w:rsid w:val="002D341D"/>
    <w:rsid w:val="002D4CD3"/>
    <w:rsid w:val="002D4EC1"/>
    <w:rsid w:val="002D53E1"/>
    <w:rsid w:val="002D5D6E"/>
    <w:rsid w:val="002D5FB1"/>
    <w:rsid w:val="002D60C0"/>
    <w:rsid w:val="002D7A2E"/>
    <w:rsid w:val="002E01E7"/>
    <w:rsid w:val="002E149B"/>
    <w:rsid w:val="002E180C"/>
    <w:rsid w:val="002E1A0F"/>
    <w:rsid w:val="002E224E"/>
    <w:rsid w:val="002E2439"/>
    <w:rsid w:val="002E25DD"/>
    <w:rsid w:val="002E2775"/>
    <w:rsid w:val="002E2F8E"/>
    <w:rsid w:val="002E2FF2"/>
    <w:rsid w:val="002E3325"/>
    <w:rsid w:val="002E451C"/>
    <w:rsid w:val="002E501D"/>
    <w:rsid w:val="002E572C"/>
    <w:rsid w:val="002E5D09"/>
    <w:rsid w:val="002E6804"/>
    <w:rsid w:val="002E7CF8"/>
    <w:rsid w:val="002F084A"/>
    <w:rsid w:val="002F092D"/>
    <w:rsid w:val="002F2E9D"/>
    <w:rsid w:val="002F3C75"/>
    <w:rsid w:val="002F3E05"/>
    <w:rsid w:val="002F3FF7"/>
    <w:rsid w:val="002F443F"/>
    <w:rsid w:val="002F7CAB"/>
    <w:rsid w:val="002F7F00"/>
    <w:rsid w:val="00300156"/>
    <w:rsid w:val="003003D7"/>
    <w:rsid w:val="00300E5D"/>
    <w:rsid w:val="0030111D"/>
    <w:rsid w:val="00301640"/>
    <w:rsid w:val="00301C1A"/>
    <w:rsid w:val="0030202D"/>
    <w:rsid w:val="003020B9"/>
    <w:rsid w:val="00303058"/>
    <w:rsid w:val="00303215"/>
    <w:rsid w:val="00304B10"/>
    <w:rsid w:val="003058B4"/>
    <w:rsid w:val="003062EF"/>
    <w:rsid w:val="00310390"/>
    <w:rsid w:val="00310933"/>
    <w:rsid w:val="003127A3"/>
    <w:rsid w:val="00314E9F"/>
    <w:rsid w:val="00314FCC"/>
    <w:rsid w:val="00315194"/>
    <w:rsid w:val="00315754"/>
    <w:rsid w:val="00316533"/>
    <w:rsid w:val="003174DC"/>
    <w:rsid w:val="00321579"/>
    <w:rsid w:val="00321ADA"/>
    <w:rsid w:val="00322E54"/>
    <w:rsid w:val="003234BC"/>
    <w:rsid w:val="003243C3"/>
    <w:rsid w:val="00324BF1"/>
    <w:rsid w:val="0032562B"/>
    <w:rsid w:val="00325E31"/>
    <w:rsid w:val="00325F8F"/>
    <w:rsid w:val="0033034C"/>
    <w:rsid w:val="00331C0F"/>
    <w:rsid w:val="00332450"/>
    <w:rsid w:val="0033283E"/>
    <w:rsid w:val="00332E0D"/>
    <w:rsid w:val="003342CD"/>
    <w:rsid w:val="00334876"/>
    <w:rsid w:val="00335020"/>
    <w:rsid w:val="00335FBB"/>
    <w:rsid w:val="0033627C"/>
    <w:rsid w:val="003371A6"/>
    <w:rsid w:val="00340FF1"/>
    <w:rsid w:val="00342A49"/>
    <w:rsid w:val="0034529A"/>
    <w:rsid w:val="003479CC"/>
    <w:rsid w:val="00351BDA"/>
    <w:rsid w:val="00354EE2"/>
    <w:rsid w:val="003560A8"/>
    <w:rsid w:val="003565D3"/>
    <w:rsid w:val="003567D5"/>
    <w:rsid w:val="00357475"/>
    <w:rsid w:val="00360322"/>
    <w:rsid w:val="00360C92"/>
    <w:rsid w:val="003617D8"/>
    <w:rsid w:val="003620C2"/>
    <w:rsid w:val="003638AE"/>
    <w:rsid w:val="00363B6D"/>
    <w:rsid w:val="00365B68"/>
    <w:rsid w:val="00367A14"/>
    <w:rsid w:val="00370B0C"/>
    <w:rsid w:val="00372639"/>
    <w:rsid w:val="00372D5D"/>
    <w:rsid w:val="003753CB"/>
    <w:rsid w:val="00375715"/>
    <w:rsid w:val="00375A98"/>
    <w:rsid w:val="00376760"/>
    <w:rsid w:val="00377FE4"/>
    <w:rsid w:val="0038012E"/>
    <w:rsid w:val="00380659"/>
    <w:rsid w:val="00381B55"/>
    <w:rsid w:val="00381C53"/>
    <w:rsid w:val="00381DB4"/>
    <w:rsid w:val="00381F14"/>
    <w:rsid w:val="0038340D"/>
    <w:rsid w:val="00383F19"/>
    <w:rsid w:val="003854C4"/>
    <w:rsid w:val="0038609E"/>
    <w:rsid w:val="00386315"/>
    <w:rsid w:val="003878C2"/>
    <w:rsid w:val="00387FD1"/>
    <w:rsid w:val="00392795"/>
    <w:rsid w:val="0039292D"/>
    <w:rsid w:val="00392C3A"/>
    <w:rsid w:val="00396A69"/>
    <w:rsid w:val="00397A12"/>
    <w:rsid w:val="00397C42"/>
    <w:rsid w:val="003A0976"/>
    <w:rsid w:val="003A0D6C"/>
    <w:rsid w:val="003A2AAC"/>
    <w:rsid w:val="003A4FC5"/>
    <w:rsid w:val="003A696F"/>
    <w:rsid w:val="003A7976"/>
    <w:rsid w:val="003B3BD7"/>
    <w:rsid w:val="003B42E8"/>
    <w:rsid w:val="003B595C"/>
    <w:rsid w:val="003B5F5A"/>
    <w:rsid w:val="003B7A4E"/>
    <w:rsid w:val="003C111A"/>
    <w:rsid w:val="003C1CEC"/>
    <w:rsid w:val="003C419F"/>
    <w:rsid w:val="003C499E"/>
    <w:rsid w:val="003C56B7"/>
    <w:rsid w:val="003C5BA3"/>
    <w:rsid w:val="003C5DA6"/>
    <w:rsid w:val="003C6A09"/>
    <w:rsid w:val="003C6EFB"/>
    <w:rsid w:val="003D065A"/>
    <w:rsid w:val="003D076A"/>
    <w:rsid w:val="003D1C96"/>
    <w:rsid w:val="003D23D3"/>
    <w:rsid w:val="003D2936"/>
    <w:rsid w:val="003D37E2"/>
    <w:rsid w:val="003D4710"/>
    <w:rsid w:val="003D79A0"/>
    <w:rsid w:val="003E0593"/>
    <w:rsid w:val="003E141E"/>
    <w:rsid w:val="003E3EEB"/>
    <w:rsid w:val="003E4092"/>
    <w:rsid w:val="003E440D"/>
    <w:rsid w:val="003E5767"/>
    <w:rsid w:val="003E5B43"/>
    <w:rsid w:val="003E6065"/>
    <w:rsid w:val="003E674E"/>
    <w:rsid w:val="003E732A"/>
    <w:rsid w:val="003F133D"/>
    <w:rsid w:val="003F14DF"/>
    <w:rsid w:val="003F1815"/>
    <w:rsid w:val="003F4058"/>
    <w:rsid w:val="003F5682"/>
    <w:rsid w:val="003F5BF8"/>
    <w:rsid w:val="003F6C71"/>
    <w:rsid w:val="003F7BB9"/>
    <w:rsid w:val="0040017F"/>
    <w:rsid w:val="00400725"/>
    <w:rsid w:val="004009CA"/>
    <w:rsid w:val="004011CA"/>
    <w:rsid w:val="00405399"/>
    <w:rsid w:val="00405B71"/>
    <w:rsid w:val="00405D63"/>
    <w:rsid w:val="00406470"/>
    <w:rsid w:val="0040718C"/>
    <w:rsid w:val="004076C8"/>
    <w:rsid w:val="0041050E"/>
    <w:rsid w:val="0041295A"/>
    <w:rsid w:val="00413192"/>
    <w:rsid w:val="0041356F"/>
    <w:rsid w:val="00413AA1"/>
    <w:rsid w:val="00414FD5"/>
    <w:rsid w:val="00416A1B"/>
    <w:rsid w:val="00416F7C"/>
    <w:rsid w:val="00416FC1"/>
    <w:rsid w:val="00420737"/>
    <w:rsid w:val="004224F3"/>
    <w:rsid w:val="00424537"/>
    <w:rsid w:val="004249E3"/>
    <w:rsid w:val="00424BAF"/>
    <w:rsid w:val="0042546C"/>
    <w:rsid w:val="00425D50"/>
    <w:rsid w:val="0042799D"/>
    <w:rsid w:val="00427A9A"/>
    <w:rsid w:val="00427C92"/>
    <w:rsid w:val="004328E1"/>
    <w:rsid w:val="004329AF"/>
    <w:rsid w:val="00434B55"/>
    <w:rsid w:val="00435DB6"/>
    <w:rsid w:val="00437095"/>
    <w:rsid w:val="00441BB2"/>
    <w:rsid w:val="004430D3"/>
    <w:rsid w:val="004448F1"/>
    <w:rsid w:val="00444C4E"/>
    <w:rsid w:val="00444FAC"/>
    <w:rsid w:val="004473D5"/>
    <w:rsid w:val="004503F1"/>
    <w:rsid w:val="00451372"/>
    <w:rsid w:val="004517F9"/>
    <w:rsid w:val="0045357D"/>
    <w:rsid w:val="00453E1E"/>
    <w:rsid w:val="00454493"/>
    <w:rsid w:val="00460274"/>
    <w:rsid w:val="004616FB"/>
    <w:rsid w:val="00461ABB"/>
    <w:rsid w:val="00464EBB"/>
    <w:rsid w:val="0046608D"/>
    <w:rsid w:val="00466FAA"/>
    <w:rsid w:val="00470A9E"/>
    <w:rsid w:val="00472166"/>
    <w:rsid w:val="004724F5"/>
    <w:rsid w:val="00472F59"/>
    <w:rsid w:val="00472F8A"/>
    <w:rsid w:val="00473D84"/>
    <w:rsid w:val="00473DE4"/>
    <w:rsid w:val="004744E8"/>
    <w:rsid w:val="00476CA8"/>
    <w:rsid w:val="00480294"/>
    <w:rsid w:val="004810E9"/>
    <w:rsid w:val="004824D6"/>
    <w:rsid w:val="00484EFB"/>
    <w:rsid w:val="004851FB"/>
    <w:rsid w:val="00485287"/>
    <w:rsid w:val="00486254"/>
    <w:rsid w:val="0048709A"/>
    <w:rsid w:val="00487AD1"/>
    <w:rsid w:val="004902D0"/>
    <w:rsid w:val="004918E9"/>
    <w:rsid w:val="00492167"/>
    <w:rsid w:val="00492331"/>
    <w:rsid w:val="00496508"/>
    <w:rsid w:val="00496B50"/>
    <w:rsid w:val="004A04B2"/>
    <w:rsid w:val="004A15C0"/>
    <w:rsid w:val="004A23BC"/>
    <w:rsid w:val="004A269D"/>
    <w:rsid w:val="004A2DE8"/>
    <w:rsid w:val="004A42F7"/>
    <w:rsid w:val="004A654E"/>
    <w:rsid w:val="004B0499"/>
    <w:rsid w:val="004B07A6"/>
    <w:rsid w:val="004B0CB4"/>
    <w:rsid w:val="004B0F4F"/>
    <w:rsid w:val="004B35D4"/>
    <w:rsid w:val="004B40A1"/>
    <w:rsid w:val="004B4535"/>
    <w:rsid w:val="004B45AD"/>
    <w:rsid w:val="004B53EF"/>
    <w:rsid w:val="004B5D45"/>
    <w:rsid w:val="004B5FC7"/>
    <w:rsid w:val="004B73D1"/>
    <w:rsid w:val="004B7A30"/>
    <w:rsid w:val="004C0372"/>
    <w:rsid w:val="004C2358"/>
    <w:rsid w:val="004C2897"/>
    <w:rsid w:val="004C2FB5"/>
    <w:rsid w:val="004C3957"/>
    <w:rsid w:val="004C39ED"/>
    <w:rsid w:val="004C59AD"/>
    <w:rsid w:val="004C6416"/>
    <w:rsid w:val="004C6AF8"/>
    <w:rsid w:val="004C7AC3"/>
    <w:rsid w:val="004C7D7B"/>
    <w:rsid w:val="004C7EE9"/>
    <w:rsid w:val="004D06BF"/>
    <w:rsid w:val="004D07CC"/>
    <w:rsid w:val="004D0ABF"/>
    <w:rsid w:val="004D0AC3"/>
    <w:rsid w:val="004D24E1"/>
    <w:rsid w:val="004D45ED"/>
    <w:rsid w:val="004D730F"/>
    <w:rsid w:val="004E0362"/>
    <w:rsid w:val="004E357A"/>
    <w:rsid w:val="004E3E20"/>
    <w:rsid w:val="004E3E75"/>
    <w:rsid w:val="004E3F46"/>
    <w:rsid w:val="004E4C04"/>
    <w:rsid w:val="004E4D48"/>
    <w:rsid w:val="004E4F50"/>
    <w:rsid w:val="004E4FD8"/>
    <w:rsid w:val="004E648C"/>
    <w:rsid w:val="004E6617"/>
    <w:rsid w:val="004F01EB"/>
    <w:rsid w:val="004F0C4D"/>
    <w:rsid w:val="004F215E"/>
    <w:rsid w:val="004F3644"/>
    <w:rsid w:val="004F644A"/>
    <w:rsid w:val="005002D9"/>
    <w:rsid w:val="00500B43"/>
    <w:rsid w:val="00502584"/>
    <w:rsid w:val="00502C4F"/>
    <w:rsid w:val="005037B2"/>
    <w:rsid w:val="0050435C"/>
    <w:rsid w:val="0051069D"/>
    <w:rsid w:val="00511834"/>
    <w:rsid w:val="0051353F"/>
    <w:rsid w:val="005147A3"/>
    <w:rsid w:val="00514C94"/>
    <w:rsid w:val="00515D67"/>
    <w:rsid w:val="00515FDA"/>
    <w:rsid w:val="005170DD"/>
    <w:rsid w:val="005177E4"/>
    <w:rsid w:val="00520596"/>
    <w:rsid w:val="005231EC"/>
    <w:rsid w:val="00523FD9"/>
    <w:rsid w:val="00525EFE"/>
    <w:rsid w:val="0052603B"/>
    <w:rsid w:val="00527637"/>
    <w:rsid w:val="0052783C"/>
    <w:rsid w:val="005302E1"/>
    <w:rsid w:val="00531B56"/>
    <w:rsid w:val="00533390"/>
    <w:rsid w:val="00533674"/>
    <w:rsid w:val="00534BBE"/>
    <w:rsid w:val="0053521D"/>
    <w:rsid w:val="005362F9"/>
    <w:rsid w:val="00536BDA"/>
    <w:rsid w:val="00541EC8"/>
    <w:rsid w:val="00543ACF"/>
    <w:rsid w:val="00544695"/>
    <w:rsid w:val="00544E31"/>
    <w:rsid w:val="00545B0E"/>
    <w:rsid w:val="00551D82"/>
    <w:rsid w:val="00552A65"/>
    <w:rsid w:val="005530C1"/>
    <w:rsid w:val="00554D7D"/>
    <w:rsid w:val="0055674D"/>
    <w:rsid w:val="00556775"/>
    <w:rsid w:val="00557D58"/>
    <w:rsid w:val="00560519"/>
    <w:rsid w:val="0056248F"/>
    <w:rsid w:val="005625D7"/>
    <w:rsid w:val="00564295"/>
    <w:rsid w:val="005668DF"/>
    <w:rsid w:val="00567B4B"/>
    <w:rsid w:val="00571CE2"/>
    <w:rsid w:val="00572CC5"/>
    <w:rsid w:val="00572E1C"/>
    <w:rsid w:val="00573E28"/>
    <w:rsid w:val="005762D2"/>
    <w:rsid w:val="0057658F"/>
    <w:rsid w:val="00576F6E"/>
    <w:rsid w:val="00580500"/>
    <w:rsid w:val="005807DA"/>
    <w:rsid w:val="005816CA"/>
    <w:rsid w:val="00582504"/>
    <w:rsid w:val="00582BB2"/>
    <w:rsid w:val="00583949"/>
    <w:rsid w:val="00584D5F"/>
    <w:rsid w:val="0058530E"/>
    <w:rsid w:val="00587A76"/>
    <w:rsid w:val="005900A9"/>
    <w:rsid w:val="00590C53"/>
    <w:rsid w:val="005912B5"/>
    <w:rsid w:val="005912C4"/>
    <w:rsid w:val="00591A24"/>
    <w:rsid w:val="00591FA9"/>
    <w:rsid w:val="00592C13"/>
    <w:rsid w:val="00594FD7"/>
    <w:rsid w:val="00595089"/>
    <w:rsid w:val="00596ECC"/>
    <w:rsid w:val="00597452"/>
    <w:rsid w:val="005A0CB1"/>
    <w:rsid w:val="005A206C"/>
    <w:rsid w:val="005A28E4"/>
    <w:rsid w:val="005A5032"/>
    <w:rsid w:val="005A53DA"/>
    <w:rsid w:val="005A7444"/>
    <w:rsid w:val="005A7E1C"/>
    <w:rsid w:val="005B0637"/>
    <w:rsid w:val="005B16D7"/>
    <w:rsid w:val="005B4067"/>
    <w:rsid w:val="005B50F1"/>
    <w:rsid w:val="005B5A2F"/>
    <w:rsid w:val="005B6723"/>
    <w:rsid w:val="005B67BB"/>
    <w:rsid w:val="005B6D3C"/>
    <w:rsid w:val="005B6EE6"/>
    <w:rsid w:val="005B7EA1"/>
    <w:rsid w:val="005C0276"/>
    <w:rsid w:val="005C0686"/>
    <w:rsid w:val="005C3027"/>
    <w:rsid w:val="005C3DA1"/>
    <w:rsid w:val="005C3F64"/>
    <w:rsid w:val="005C4A5A"/>
    <w:rsid w:val="005C4F1F"/>
    <w:rsid w:val="005C4F36"/>
    <w:rsid w:val="005C59B4"/>
    <w:rsid w:val="005D2D53"/>
    <w:rsid w:val="005D2DB7"/>
    <w:rsid w:val="005D4FF2"/>
    <w:rsid w:val="005D5B4E"/>
    <w:rsid w:val="005D7819"/>
    <w:rsid w:val="005D7896"/>
    <w:rsid w:val="005E0DF5"/>
    <w:rsid w:val="005E1275"/>
    <w:rsid w:val="005E1BBD"/>
    <w:rsid w:val="005E2178"/>
    <w:rsid w:val="005E3628"/>
    <w:rsid w:val="005E3FF9"/>
    <w:rsid w:val="005E4990"/>
    <w:rsid w:val="005E5246"/>
    <w:rsid w:val="005E61CF"/>
    <w:rsid w:val="005E6963"/>
    <w:rsid w:val="005E6D23"/>
    <w:rsid w:val="005E6FE1"/>
    <w:rsid w:val="005E7401"/>
    <w:rsid w:val="005E7464"/>
    <w:rsid w:val="005E7774"/>
    <w:rsid w:val="005F1F29"/>
    <w:rsid w:val="005F4031"/>
    <w:rsid w:val="005F424D"/>
    <w:rsid w:val="005F43AC"/>
    <w:rsid w:val="005F4F65"/>
    <w:rsid w:val="005F58B2"/>
    <w:rsid w:val="005F6389"/>
    <w:rsid w:val="00600277"/>
    <w:rsid w:val="0060351A"/>
    <w:rsid w:val="00605378"/>
    <w:rsid w:val="00605E2F"/>
    <w:rsid w:val="00606C27"/>
    <w:rsid w:val="00606CEF"/>
    <w:rsid w:val="006079E9"/>
    <w:rsid w:val="00607C37"/>
    <w:rsid w:val="00611FA5"/>
    <w:rsid w:val="00613C2E"/>
    <w:rsid w:val="00614348"/>
    <w:rsid w:val="006147C1"/>
    <w:rsid w:val="00615191"/>
    <w:rsid w:val="006219FD"/>
    <w:rsid w:val="00623C72"/>
    <w:rsid w:val="00624493"/>
    <w:rsid w:val="0062483B"/>
    <w:rsid w:val="006258E3"/>
    <w:rsid w:val="00625EAF"/>
    <w:rsid w:val="006269B3"/>
    <w:rsid w:val="0062721E"/>
    <w:rsid w:val="00627C0B"/>
    <w:rsid w:val="00630420"/>
    <w:rsid w:val="00631D4A"/>
    <w:rsid w:val="00632457"/>
    <w:rsid w:val="00632607"/>
    <w:rsid w:val="00633FBB"/>
    <w:rsid w:val="0063543E"/>
    <w:rsid w:val="0063651B"/>
    <w:rsid w:val="006402BA"/>
    <w:rsid w:val="00640982"/>
    <w:rsid w:val="00640A1A"/>
    <w:rsid w:val="00643B55"/>
    <w:rsid w:val="00643E0C"/>
    <w:rsid w:val="00645503"/>
    <w:rsid w:val="00645D86"/>
    <w:rsid w:val="006464EC"/>
    <w:rsid w:val="0064677D"/>
    <w:rsid w:val="006467BF"/>
    <w:rsid w:val="00650356"/>
    <w:rsid w:val="0065139D"/>
    <w:rsid w:val="006514F7"/>
    <w:rsid w:val="00652416"/>
    <w:rsid w:val="00652876"/>
    <w:rsid w:val="00653100"/>
    <w:rsid w:val="006534D7"/>
    <w:rsid w:val="00653E25"/>
    <w:rsid w:val="00654314"/>
    <w:rsid w:val="006548A7"/>
    <w:rsid w:val="00655DD4"/>
    <w:rsid w:val="00655E45"/>
    <w:rsid w:val="00656672"/>
    <w:rsid w:val="00657509"/>
    <w:rsid w:val="006577AE"/>
    <w:rsid w:val="00662258"/>
    <w:rsid w:val="0066287F"/>
    <w:rsid w:val="00662A7B"/>
    <w:rsid w:val="00663680"/>
    <w:rsid w:val="00664324"/>
    <w:rsid w:val="00664550"/>
    <w:rsid w:val="006655F2"/>
    <w:rsid w:val="006657C8"/>
    <w:rsid w:val="006658B3"/>
    <w:rsid w:val="00666999"/>
    <w:rsid w:val="00667885"/>
    <w:rsid w:val="006737C9"/>
    <w:rsid w:val="00674F88"/>
    <w:rsid w:val="006769AF"/>
    <w:rsid w:val="006802D8"/>
    <w:rsid w:val="00680B19"/>
    <w:rsid w:val="00681080"/>
    <w:rsid w:val="00681E0D"/>
    <w:rsid w:val="00682222"/>
    <w:rsid w:val="00682B86"/>
    <w:rsid w:val="00683D79"/>
    <w:rsid w:val="00686C4D"/>
    <w:rsid w:val="0068712B"/>
    <w:rsid w:val="00687A0E"/>
    <w:rsid w:val="006904CA"/>
    <w:rsid w:val="006906A9"/>
    <w:rsid w:val="00691BB4"/>
    <w:rsid w:val="00692949"/>
    <w:rsid w:val="00693438"/>
    <w:rsid w:val="006934DD"/>
    <w:rsid w:val="0069388B"/>
    <w:rsid w:val="00694FCD"/>
    <w:rsid w:val="00695E4E"/>
    <w:rsid w:val="00697F23"/>
    <w:rsid w:val="006A07FE"/>
    <w:rsid w:val="006A154C"/>
    <w:rsid w:val="006A1A4C"/>
    <w:rsid w:val="006A2775"/>
    <w:rsid w:val="006A2F86"/>
    <w:rsid w:val="006A4732"/>
    <w:rsid w:val="006A521A"/>
    <w:rsid w:val="006A5790"/>
    <w:rsid w:val="006A5857"/>
    <w:rsid w:val="006A5EFD"/>
    <w:rsid w:val="006A6716"/>
    <w:rsid w:val="006A6E44"/>
    <w:rsid w:val="006B224D"/>
    <w:rsid w:val="006B2BE9"/>
    <w:rsid w:val="006B2C4B"/>
    <w:rsid w:val="006B315D"/>
    <w:rsid w:val="006B32F1"/>
    <w:rsid w:val="006B3754"/>
    <w:rsid w:val="006B5B87"/>
    <w:rsid w:val="006B72DD"/>
    <w:rsid w:val="006C1424"/>
    <w:rsid w:val="006C1C3F"/>
    <w:rsid w:val="006C5ABA"/>
    <w:rsid w:val="006C687C"/>
    <w:rsid w:val="006C7356"/>
    <w:rsid w:val="006D0D32"/>
    <w:rsid w:val="006D26D9"/>
    <w:rsid w:val="006D28C0"/>
    <w:rsid w:val="006D3DA2"/>
    <w:rsid w:val="006D5121"/>
    <w:rsid w:val="006E08B0"/>
    <w:rsid w:val="006E0CB3"/>
    <w:rsid w:val="006E1BF0"/>
    <w:rsid w:val="006E1C74"/>
    <w:rsid w:val="006E2B2E"/>
    <w:rsid w:val="006E3225"/>
    <w:rsid w:val="006E391D"/>
    <w:rsid w:val="006E5BD3"/>
    <w:rsid w:val="006E70D2"/>
    <w:rsid w:val="006F038F"/>
    <w:rsid w:val="006F0DAB"/>
    <w:rsid w:val="006F18CD"/>
    <w:rsid w:val="006F19F1"/>
    <w:rsid w:val="006F2BC7"/>
    <w:rsid w:val="006F355D"/>
    <w:rsid w:val="006F524B"/>
    <w:rsid w:val="006F5DE2"/>
    <w:rsid w:val="006F6078"/>
    <w:rsid w:val="006F6A0E"/>
    <w:rsid w:val="00701900"/>
    <w:rsid w:val="00702151"/>
    <w:rsid w:val="007023EE"/>
    <w:rsid w:val="00702D90"/>
    <w:rsid w:val="00702EF0"/>
    <w:rsid w:val="007061F1"/>
    <w:rsid w:val="00706DF8"/>
    <w:rsid w:val="00707E2B"/>
    <w:rsid w:val="007116CF"/>
    <w:rsid w:val="007118A2"/>
    <w:rsid w:val="007122A4"/>
    <w:rsid w:val="00713C6D"/>
    <w:rsid w:val="00714AC8"/>
    <w:rsid w:val="00715803"/>
    <w:rsid w:val="00716E8E"/>
    <w:rsid w:val="00717296"/>
    <w:rsid w:val="00717993"/>
    <w:rsid w:val="00720069"/>
    <w:rsid w:val="00723923"/>
    <w:rsid w:val="00724FBA"/>
    <w:rsid w:val="00725B0B"/>
    <w:rsid w:val="00730D4F"/>
    <w:rsid w:val="00731914"/>
    <w:rsid w:val="007321B7"/>
    <w:rsid w:val="00732CEF"/>
    <w:rsid w:val="007334F9"/>
    <w:rsid w:val="00733EF1"/>
    <w:rsid w:val="00734171"/>
    <w:rsid w:val="00734948"/>
    <w:rsid w:val="00735308"/>
    <w:rsid w:val="00735E2B"/>
    <w:rsid w:val="00735EC9"/>
    <w:rsid w:val="007375DC"/>
    <w:rsid w:val="00743D1B"/>
    <w:rsid w:val="00743F6F"/>
    <w:rsid w:val="0074449D"/>
    <w:rsid w:val="007445D0"/>
    <w:rsid w:val="00744AC0"/>
    <w:rsid w:val="00745922"/>
    <w:rsid w:val="00745C07"/>
    <w:rsid w:val="00746660"/>
    <w:rsid w:val="00746761"/>
    <w:rsid w:val="00746DD9"/>
    <w:rsid w:val="00750F73"/>
    <w:rsid w:val="0075135A"/>
    <w:rsid w:val="007522A7"/>
    <w:rsid w:val="007524C2"/>
    <w:rsid w:val="00753A9E"/>
    <w:rsid w:val="00753B23"/>
    <w:rsid w:val="00753EB5"/>
    <w:rsid w:val="00754FB2"/>
    <w:rsid w:val="007555DC"/>
    <w:rsid w:val="007605F3"/>
    <w:rsid w:val="007609A1"/>
    <w:rsid w:val="00763DA0"/>
    <w:rsid w:val="00764AA3"/>
    <w:rsid w:val="00764BCC"/>
    <w:rsid w:val="00764ED8"/>
    <w:rsid w:val="007650C6"/>
    <w:rsid w:val="0076607B"/>
    <w:rsid w:val="00771B31"/>
    <w:rsid w:val="00772127"/>
    <w:rsid w:val="007801C2"/>
    <w:rsid w:val="007811F7"/>
    <w:rsid w:val="007832B3"/>
    <w:rsid w:val="0078377C"/>
    <w:rsid w:val="00783A55"/>
    <w:rsid w:val="00784CAB"/>
    <w:rsid w:val="00790187"/>
    <w:rsid w:val="00791126"/>
    <w:rsid w:val="007920DC"/>
    <w:rsid w:val="00793B5F"/>
    <w:rsid w:val="00794279"/>
    <w:rsid w:val="00794B2C"/>
    <w:rsid w:val="007970DA"/>
    <w:rsid w:val="00797AC5"/>
    <w:rsid w:val="00797F26"/>
    <w:rsid w:val="007A2D2D"/>
    <w:rsid w:val="007A2FF9"/>
    <w:rsid w:val="007A43D3"/>
    <w:rsid w:val="007A5FA7"/>
    <w:rsid w:val="007A6869"/>
    <w:rsid w:val="007A7F82"/>
    <w:rsid w:val="007B078C"/>
    <w:rsid w:val="007B1274"/>
    <w:rsid w:val="007B15C7"/>
    <w:rsid w:val="007B40C0"/>
    <w:rsid w:val="007B49CD"/>
    <w:rsid w:val="007B4C1D"/>
    <w:rsid w:val="007B63B3"/>
    <w:rsid w:val="007B7857"/>
    <w:rsid w:val="007C0105"/>
    <w:rsid w:val="007C0434"/>
    <w:rsid w:val="007C0841"/>
    <w:rsid w:val="007C23F9"/>
    <w:rsid w:val="007C2A91"/>
    <w:rsid w:val="007C5CE0"/>
    <w:rsid w:val="007C6188"/>
    <w:rsid w:val="007D003C"/>
    <w:rsid w:val="007D00C1"/>
    <w:rsid w:val="007D0FED"/>
    <w:rsid w:val="007D3E72"/>
    <w:rsid w:val="007D489F"/>
    <w:rsid w:val="007D5D86"/>
    <w:rsid w:val="007E0DAA"/>
    <w:rsid w:val="007E11AA"/>
    <w:rsid w:val="007E1FC9"/>
    <w:rsid w:val="007E4017"/>
    <w:rsid w:val="007E4BCF"/>
    <w:rsid w:val="007E4C58"/>
    <w:rsid w:val="007E4C72"/>
    <w:rsid w:val="007E4CC0"/>
    <w:rsid w:val="007E50F0"/>
    <w:rsid w:val="007E543D"/>
    <w:rsid w:val="007E56DC"/>
    <w:rsid w:val="007E6390"/>
    <w:rsid w:val="007F1736"/>
    <w:rsid w:val="007F1B56"/>
    <w:rsid w:val="007F1CDB"/>
    <w:rsid w:val="007F1F35"/>
    <w:rsid w:val="007F3266"/>
    <w:rsid w:val="007F3A32"/>
    <w:rsid w:val="007F4E41"/>
    <w:rsid w:val="007F6878"/>
    <w:rsid w:val="007F6AB3"/>
    <w:rsid w:val="007F71AC"/>
    <w:rsid w:val="00801CCF"/>
    <w:rsid w:val="008023C3"/>
    <w:rsid w:val="008036B6"/>
    <w:rsid w:val="00805761"/>
    <w:rsid w:val="00806668"/>
    <w:rsid w:val="00806E82"/>
    <w:rsid w:val="0080731E"/>
    <w:rsid w:val="008079C7"/>
    <w:rsid w:val="00811E05"/>
    <w:rsid w:val="00813153"/>
    <w:rsid w:val="008132C9"/>
    <w:rsid w:val="008138B1"/>
    <w:rsid w:val="0081495E"/>
    <w:rsid w:val="008151C9"/>
    <w:rsid w:val="00815813"/>
    <w:rsid w:val="008164A3"/>
    <w:rsid w:val="00817090"/>
    <w:rsid w:val="008174AC"/>
    <w:rsid w:val="0082014D"/>
    <w:rsid w:val="008208A1"/>
    <w:rsid w:val="008209B6"/>
    <w:rsid w:val="00823538"/>
    <w:rsid w:val="00825BC1"/>
    <w:rsid w:val="00825BEE"/>
    <w:rsid w:val="008269CB"/>
    <w:rsid w:val="00826B2C"/>
    <w:rsid w:val="00827C0D"/>
    <w:rsid w:val="00831B0B"/>
    <w:rsid w:val="008335AC"/>
    <w:rsid w:val="00833E09"/>
    <w:rsid w:val="0083567E"/>
    <w:rsid w:val="00836588"/>
    <w:rsid w:val="0083697F"/>
    <w:rsid w:val="00836E9F"/>
    <w:rsid w:val="00837A62"/>
    <w:rsid w:val="00837BF4"/>
    <w:rsid w:val="00840D28"/>
    <w:rsid w:val="008419B8"/>
    <w:rsid w:val="00842024"/>
    <w:rsid w:val="008423A9"/>
    <w:rsid w:val="00842A7A"/>
    <w:rsid w:val="00844507"/>
    <w:rsid w:val="00844ADB"/>
    <w:rsid w:val="00845C3B"/>
    <w:rsid w:val="00846C74"/>
    <w:rsid w:val="00851939"/>
    <w:rsid w:val="00853AA4"/>
    <w:rsid w:val="00855346"/>
    <w:rsid w:val="0085618E"/>
    <w:rsid w:val="00863592"/>
    <w:rsid w:val="00865261"/>
    <w:rsid w:val="00865879"/>
    <w:rsid w:val="00865883"/>
    <w:rsid w:val="0086644C"/>
    <w:rsid w:val="00866452"/>
    <w:rsid w:val="008667C3"/>
    <w:rsid w:val="00866F24"/>
    <w:rsid w:val="008679B3"/>
    <w:rsid w:val="00870999"/>
    <w:rsid w:val="00871AB2"/>
    <w:rsid w:val="00871C4C"/>
    <w:rsid w:val="00871CBF"/>
    <w:rsid w:val="00872140"/>
    <w:rsid w:val="00874E6C"/>
    <w:rsid w:val="00875229"/>
    <w:rsid w:val="00875594"/>
    <w:rsid w:val="00876628"/>
    <w:rsid w:val="00876BF6"/>
    <w:rsid w:val="00877E40"/>
    <w:rsid w:val="00880B58"/>
    <w:rsid w:val="00880DCC"/>
    <w:rsid w:val="0088157F"/>
    <w:rsid w:val="008833A9"/>
    <w:rsid w:val="00885A9A"/>
    <w:rsid w:val="00885BB4"/>
    <w:rsid w:val="00886722"/>
    <w:rsid w:val="0089012A"/>
    <w:rsid w:val="00892337"/>
    <w:rsid w:val="00896224"/>
    <w:rsid w:val="00896595"/>
    <w:rsid w:val="00896631"/>
    <w:rsid w:val="00896C56"/>
    <w:rsid w:val="008A0A59"/>
    <w:rsid w:val="008A0EAF"/>
    <w:rsid w:val="008A1B25"/>
    <w:rsid w:val="008A4572"/>
    <w:rsid w:val="008A4FB5"/>
    <w:rsid w:val="008A5905"/>
    <w:rsid w:val="008A5F4D"/>
    <w:rsid w:val="008B31CB"/>
    <w:rsid w:val="008B5E22"/>
    <w:rsid w:val="008B6BAC"/>
    <w:rsid w:val="008C1493"/>
    <w:rsid w:val="008C1ED2"/>
    <w:rsid w:val="008C2BB2"/>
    <w:rsid w:val="008C32C3"/>
    <w:rsid w:val="008C38DE"/>
    <w:rsid w:val="008C3A8B"/>
    <w:rsid w:val="008C489E"/>
    <w:rsid w:val="008D1613"/>
    <w:rsid w:val="008D1AB7"/>
    <w:rsid w:val="008D24A9"/>
    <w:rsid w:val="008D2ACB"/>
    <w:rsid w:val="008D3F19"/>
    <w:rsid w:val="008D5F0C"/>
    <w:rsid w:val="008D6067"/>
    <w:rsid w:val="008E2073"/>
    <w:rsid w:val="008E2EF4"/>
    <w:rsid w:val="008E33E3"/>
    <w:rsid w:val="008E598B"/>
    <w:rsid w:val="008E5ABA"/>
    <w:rsid w:val="008E707A"/>
    <w:rsid w:val="008F0D6E"/>
    <w:rsid w:val="008F13A6"/>
    <w:rsid w:val="008F1613"/>
    <w:rsid w:val="008F31D2"/>
    <w:rsid w:val="008F48F1"/>
    <w:rsid w:val="008F503F"/>
    <w:rsid w:val="008F5E4A"/>
    <w:rsid w:val="008F6878"/>
    <w:rsid w:val="008F7748"/>
    <w:rsid w:val="008F7886"/>
    <w:rsid w:val="0090006F"/>
    <w:rsid w:val="00902327"/>
    <w:rsid w:val="009023F6"/>
    <w:rsid w:val="009028BC"/>
    <w:rsid w:val="009030B8"/>
    <w:rsid w:val="00903D57"/>
    <w:rsid w:val="00903DBE"/>
    <w:rsid w:val="00904BBE"/>
    <w:rsid w:val="00905276"/>
    <w:rsid w:val="00906DC3"/>
    <w:rsid w:val="0091101C"/>
    <w:rsid w:val="00911151"/>
    <w:rsid w:val="009111A5"/>
    <w:rsid w:val="009116F7"/>
    <w:rsid w:val="009118CC"/>
    <w:rsid w:val="00911EEC"/>
    <w:rsid w:val="009123CC"/>
    <w:rsid w:val="00912AE1"/>
    <w:rsid w:val="009203B3"/>
    <w:rsid w:val="00920825"/>
    <w:rsid w:val="00920BF4"/>
    <w:rsid w:val="00921140"/>
    <w:rsid w:val="009215B5"/>
    <w:rsid w:val="0092229A"/>
    <w:rsid w:val="00922B48"/>
    <w:rsid w:val="00924052"/>
    <w:rsid w:val="00924269"/>
    <w:rsid w:val="00924E79"/>
    <w:rsid w:val="00924F78"/>
    <w:rsid w:val="00926388"/>
    <w:rsid w:val="0093143B"/>
    <w:rsid w:val="009319BE"/>
    <w:rsid w:val="009319C1"/>
    <w:rsid w:val="009328D8"/>
    <w:rsid w:val="00933630"/>
    <w:rsid w:val="00934369"/>
    <w:rsid w:val="00935736"/>
    <w:rsid w:val="00935F6A"/>
    <w:rsid w:val="009366DC"/>
    <w:rsid w:val="0093752D"/>
    <w:rsid w:val="00937EB2"/>
    <w:rsid w:val="009428D6"/>
    <w:rsid w:val="00942FEF"/>
    <w:rsid w:val="00943594"/>
    <w:rsid w:val="00943A34"/>
    <w:rsid w:val="00945C1F"/>
    <w:rsid w:val="00946715"/>
    <w:rsid w:val="009467EF"/>
    <w:rsid w:val="00947846"/>
    <w:rsid w:val="0095039C"/>
    <w:rsid w:val="00952275"/>
    <w:rsid w:val="009523EA"/>
    <w:rsid w:val="00952686"/>
    <w:rsid w:val="00952E84"/>
    <w:rsid w:val="00953955"/>
    <w:rsid w:val="00956BEA"/>
    <w:rsid w:val="00957752"/>
    <w:rsid w:val="00962D93"/>
    <w:rsid w:val="009640E7"/>
    <w:rsid w:val="00964C99"/>
    <w:rsid w:val="00965792"/>
    <w:rsid w:val="00966453"/>
    <w:rsid w:val="00966AEC"/>
    <w:rsid w:val="00967A2A"/>
    <w:rsid w:val="00970298"/>
    <w:rsid w:val="00972DE8"/>
    <w:rsid w:val="009730FB"/>
    <w:rsid w:val="00973D49"/>
    <w:rsid w:val="009751C7"/>
    <w:rsid w:val="00976502"/>
    <w:rsid w:val="00976C0F"/>
    <w:rsid w:val="00977622"/>
    <w:rsid w:val="00980CF3"/>
    <w:rsid w:val="009826B6"/>
    <w:rsid w:val="009835F9"/>
    <w:rsid w:val="009835FE"/>
    <w:rsid w:val="00983F78"/>
    <w:rsid w:val="00984F27"/>
    <w:rsid w:val="00984F5A"/>
    <w:rsid w:val="009851EF"/>
    <w:rsid w:val="009866AD"/>
    <w:rsid w:val="0098703F"/>
    <w:rsid w:val="00991CBD"/>
    <w:rsid w:val="00992462"/>
    <w:rsid w:val="00992C9C"/>
    <w:rsid w:val="00992D6B"/>
    <w:rsid w:val="00995884"/>
    <w:rsid w:val="0099619A"/>
    <w:rsid w:val="00996374"/>
    <w:rsid w:val="009975C8"/>
    <w:rsid w:val="009A17F7"/>
    <w:rsid w:val="009A18EC"/>
    <w:rsid w:val="009A1D99"/>
    <w:rsid w:val="009A2052"/>
    <w:rsid w:val="009A4C22"/>
    <w:rsid w:val="009A521F"/>
    <w:rsid w:val="009A5360"/>
    <w:rsid w:val="009A545E"/>
    <w:rsid w:val="009A6378"/>
    <w:rsid w:val="009A7547"/>
    <w:rsid w:val="009A75DD"/>
    <w:rsid w:val="009A77DA"/>
    <w:rsid w:val="009A796D"/>
    <w:rsid w:val="009A7B57"/>
    <w:rsid w:val="009B039F"/>
    <w:rsid w:val="009B0540"/>
    <w:rsid w:val="009B209E"/>
    <w:rsid w:val="009B2DF8"/>
    <w:rsid w:val="009B2E54"/>
    <w:rsid w:val="009B37DB"/>
    <w:rsid w:val="009B428B"/>
    <w:rsid w:val="009B4300"/>
    <w:rsid w:val="009B4A78"/>
    <w:rsid w:val="009B4B0D"/>
    <w:rsid w:val="009B57DA"/>
    <w:rsid w:val="009B5BFE"/>
    <w:rsid w:val="009B67B3"/>
    <w:rsid w:val="009B778C"/>
    <w:rsid w:val="009B7D70"/>
    <w:rsid w:val="009B7F12"/>
    <w:rsid w:val="009C0C33"/>
    <w:rsid w:val="009C17D6"/>
    <w:rsid w:val="009C3697"/>
    <w:rsid w:val="009C466C"/>
    <w:rsid w:val="009D0EFD"/>
    <w:rsid w:val="009D1280"/>
    <w:rsid w:val="009D148F"/>
    <w:rsid w:val="009D2E7C"/>
    <w:rsid w:val="009D2EF5"/>
    <w:rsid w:val="009D306D"/>
    <w:rsid w:val="009D4DBA"/>
    <w:rsid w:val="009D76C9"/>
    <w:rsid w:val="009D7B93"/>
    <w:rsid w:val="009D7E10"/>
    <w:rsid w:val="009E0B1E"/>
    <w:rsid w:val="009E1C7E"/>
    <w:rsid w:val="009E1DC4"/>
    <w:rsid w:val="009E31BF"/>
    <w:rsid w:val="009E4300"/>
    <w:rsid w:val="009E4765"/>
    <w:rsid w:val="009E660F"/>
    <w:rsid w:val="009E7CE7"/>
    <w:rsid w:val="009F0794"/>
    <w:rsid w:val="009F0AC5"/>
    <w:rsid w:val="009F13E6"/>
    <w:rsid w:val="009F2A4D"/>
    <w:rsid w:val="009F367D"/>
    <w:rsid w:val="009F57A4"/>
    <w:rsid w:val="009F70E0"/>
    <w:rsid w:val="009F7988"/>
    <w:rsid w:val="00A00068"/>
    <w:rsid w:val="00A003BB"/>
    <w:rsid w:val="00A00414"/>
    <w:rsid w:val="00A0044B"/>
    <w:rsid w:val="00A005D8"/>
    <w:rsid w:val="00A00B62"/>
    <w:rsid w:val="00A01D4D"/>
    <w:rsid w:val="00A03F16"/>
    <w:rsid w:val="00A05892"/>
    <w:rsid w:val="00A0595D"/>
    <w:rsid w:val="00A05E86"/>
    <w:rsid w:val="00A05F05"/>
    <w:rsid w:val="00A11E96"/>
    <w:rsid w:val="00A141FB"/>
    <w:rsid w:val="00A15A99"/>
    <w:rsid w:val="00A15E06"/>
    <w:rsid w:val="00A17305"/>
    <w:rsid w:val="00A17C40"/>
    <w:rsid w:val="00A20F4E"/>
    <w:rsid w:val="00A21E4F"/>
    <w:rsid w:val="00A240C5"/>
    <w:rsid w:val="00A2433B"/>
    <w:rsid w:val="00A249AF"/>
    <w:rsid w:val="00A24ED0"/>
    <w:rsid w:val="00A25089"/>
    <w:rsid w:val="00A25B46"/>
    <w:rsid w:val="00A25F3B"/>
    <w:rsid w:val="00A30E01"/>
    <w:rsid w:val="00A313F5"/>
    <w:rsid w:val="00A319C5"/>
    <w:rsid w:val="00A31A69"/>
    <w:rsid w:val="00A32336"/>
    <w:rsid w:val="00A32C23"/>
    <w:rsid w:val="00A338BC"/>
    <w:rsid w:val="00A33FA4"/>
    <w:rsid w:val="00A342FA"/>
    <w:rsid w:val="00A344AE"/>
    <w:rsid w:val="00A34C06"/>
    <w:rsid w:val="00A350E7"/>
    <w:rsid w:val="00A35942"/>
    <w:rsid w:val="00A359ED"/>
    <w:rsid w:val="00A35CF5"/>
    <w:rsid w:val="00A37436"/>
    <w:rsid w:val="00A40474"/>
    <w:rsid w:val="00A404A5"/>
    <w:rsid w:val="00A41A57"/>
    <w:rsid w:val="00A41C7C"/>
    <w:rsid w:val="00A42BDA"/>
    <w:rsid w:val="00A43FC7"/>
    <w:rsid w:val="00A453C0"/>
    <w:rsid w:val="00A456E5"/>
    <w:rsid w:val="00A46CFF"/>
    <w:rsid w:val="00A474D6"/>
    <w:rsid w:val="00A4750A"/>
    <w:rsid w:val="00A50130"/>
    <w:rsid w:val="00A505EF"/>
    <w:rsid w:val="00A51615"/>
    <w:rsid w:val="00A526D8"/>
    <w:rsid w:val="00A52BBD"/>
    <w:rsid w:val="00A52FB6"/>
    <w:rsid w:val="00A54F08"/>
    <w:rsid w:val="00A559D1"/>
    <w:rsid w:val="00A56D76"/>
    <w:rsid w:val="00A56DBD"/>
    <w:rsid w:val="00A56F86"/>
    <w:rsid w:val="00A57547"/>
    <w:rsid w:val="00A602C2"/>
    <w:rsid w:val="00A61F60"/>
    <w:rsid w:val="00A62904"/>
    <w:rsid w:val="00A6379B"/>
    <w:rsid w:val="00A63C01"/>
    <w:rsid w:val="00A640B8"/>
    <w:rsid w:val="00A643C1"/>
    <w:rsid w:val="00A66C0F"/>
    <w:rsid w:val="00A67295"/>
    <w:rsid w:val="00A70A56"/>
    <w:rsid w:val="00A71F5F"/>
    <w:rsid w:val="00A72A05"/>
    <w:rsid w:val="00A73698"/>
    <w:rsid w:val="00A74043"/>
    <w:rsid w:val="00A75A8E"/>
    <w:rsid w:val="00A77B0D"/>
    <w:rsid w:val="00A77EF0"/>
    <w:rsid w:val="00A812C4"/>
    <w:rsid w:val="00A81876"/>
    <w:rsid w:val="00A818B0"/>
    <w:rsid w:val="00A81985"/>
    <w:rsid w:val="00A82312"/>
    <w:rsid w:val="00A84146"/>
    <w:rsid w:val="00A84AB0"/>
    <w:rsid w:val="00A850AA"/>
    <w:rsid w:val="00A85591"/>
    <w:rsid w:val="00A870A8"/>
    <w:rsid w:val="00A872BA"/>
    <w:rsid w:val="00A9139F"/>
    <w:rsid w:val="00A92CCB"/>
    <w:rsid w:val="00A935F5"/>
    <w:rsid w:val="00A94474"/>
    <w:rsid w:val="00A95000"/>
    <w:rsid w:val="00A96F9D"/>
    <w:rsid w:val="00A970BE"/>
    <w:rsid w:val="00AA008A"/>
    <w:rsid w:val="00AA25DF"/>
    <w:rsid w:val="00AA29E2"/>
    <w:rsid w:val="00AA4675"/>
    <w:rsid w:val="00AA47D8"/>
    <w:rsid w:val="00AA5BA2"/>
    <w:rsid w:val="00AA725E"/>
    <w:rsid w:val="00AA7293"/>
    <w:rsid w:val="00AA7DB6"/>
    <w:rsid w:val="00AB00B7"/>
    <w:rsid w:val="00AB0681"/>
    <w:rsid w:val="00AB0CF7"/>
    <w:rsid w:val="00AB2117"/>
    <w:rsid w:val="00AB2278"/>
    <w:rsid w:val="00AB27C8"/>
    <w:rsid w:val="00AB302C"/>
    <w:rsid w:val="00AB4CA9"/>
    <w:rsid w:val="00AB4D1B"/>
    <w:rsid w:val="00AB5008"/>
    <w:rsid w:val="00AC05CF"/>
    <w:rsid w:val="00AC1BC4"/>
    <w:rsid w:val="00AC26F8"/>
    <w:rsid w:val="00AC2946"/>
    <w:rsid w:val="00AC5CA9"/>
    <w:rsid w:val="00AC5F77"/>
    <w:rsid w:val="00AC6E17"/>
    <w:rsid w:val="00AC6FF4"/>
    <w:rsid w:val="00AC7C5A"/>
    <w:rsid w:val="00AD2D79"/>
    <w:rsid w:val="00AD4EC0"/>
    <w:rsid w:val="00AD6FC2"/>
    <w:rsid w:val="00AD7DE3"/>
    <w:rsid w:val="00AE0155"/>
    <w:rsid w:val="00AE05DF"/>
    <w:rsid w:val="00AE153B"/>
    <w:rsid w:val="00AE2285"/>
    <w:rsid w:val="00AE28A6"/>
    <w:rsid w:val="00AE3CED"/>
    <w:rsid w:val="00AE41AF"/>
    <w:rsid w:val="00AF0710"/>
    <w:rsid w:val="00AF12A4"/>
    <w:rsid w:val="00AF1880"/>
    <w:rsid w:val="00AF28C0"/>
    <w:rsid w:val="00AF44EB"/>
    <w:rsid w:val="00AF4B38"/>
    <w:rsid w:val="00AF560C"/>
    <w:rsid w:val="00AF6208"/>
    <w:rsid w:val="00AF7EEA"/>
    <w:rsid w:val="00B00000"/>
    <w:rsid w:val="00B01DD2"/>
    <w:rsid w:val="00B01EED"/>
    <w:rsid w:val="00B03F68"/>
    <w:rsid w:val="00B0645E"/>
    <w:rsid w:val="00B07617"/>
    <w:rsid w:val="00B10038"/>
    <w:rsid w:val="00B11CB3"/>
    <w:rsid w:val="00B13C51"/>
    <w:rsid w:val="00B14A7F"/>
    <w:rsid w:val="00B14D2B"/>
    <w:rsid w:val="00B15507"/>
    <w:rsid w:val="00B158AE"/>
    <w:rsid w:val="00B16BAB"/>
    <w:rsid w:val="00B208D0"/>
    <w:rsid w:val="00B20EC4"/>
    <w:rsid w:val="00B21965"/>
    <w:rsid w:val="00B24B5C"/>
    <w:rsid w:val="00B2591A"/>
    <w:rsid w:val="00B25F9B"/>
    <w:rsid w:val="00B2628E"/>
    <w:rsid w:val="00B27101"/>
    <w:rsid w:val="00B30EFE"/>
    <w:rsid w:val="00B31168"/>
    <w:rsid w:val="00B31347"/>
    <w:rsid w:val="00B32CCE"/>
    <w:rsid w:val="00B345F1"/>
    <w:rsid w:val="00B3551A"/>
    <w:rsid w:val="00B36922"/>
    <w:rsid w:val="00B401E2"/>
    <w:rsid w:val="00B4144D"/>
    <w:rsid w:val="00B43137"/>
    <w:rsid w:val="00B43F4C"/>
    <w:rsid w:val="00B45EBE"/>
    <w:rsid w:val="00B4758C"/>
    <w:rsid w:val="00B50595"/>
    <w:rsid w:val="00B50950"/>
    <w:rsid w:val="00B5113E"/>
    <w:rsid w:val="00B512DD"/>
    <w:rsid w:val="00B51F72"/>
    <w:rsid w:val="00B528D8"/>
    <w:rsid w:val="00B5573C"/>
    <w:rsid w:val="00B56827"/>
    <w:rsid w:val="00B57EAB"/>
    <w:rsid w:val="00B60AA8"/>
    <w:rsid w:val="00B6240C"/>
    <w:rsid w:val="00B64073"/>
    <w:rsid w:val="00B648CA"/>
    <w:rsid w:val="00B65572"/>
    <w:rsid w:val="00B65854"/>
    <w:rsid w:val="00B66339"/>
    <w:rsid w:val="00B67F1F"/>
    <w:rsid w:val="00B70ED6"/>
    <w:rsid w:val="00B712D5"/>
    <w:rsid w:val="00B71CD0"/>
    <w:rsid w:val="00B72E26"/>
    <w:rsid w:val="00B74790"/>
    <w:rsid w:val="00B74B2D"/>
    <w:rsid w:val="00B77010"/>
    <w:rsid w:val="00B77BB8"/>
    <w:rsid w:val="00B77DDE"/>
    <w:rsid w:val="00B823BB"/>
    <w:rsid w:val="00B82851"/>
    <w:rsid w:val="00B85453"/>
    <w:rsid w:val="00B8637F"/>
    <w:rsid w:val="00B877C7"/>
    <w:rsid w:val="00B90C74"/>
    <w:rsid w:val="00B9136F"/>
    <w:rsid w:val="00B93A4B"/>
    <w:rsid w:val="00B94E07"/>
    <w:rsid w:val="00B95E26"/>
    <w:rsid w:val="00B9657B"/>
    <w:rsid w:val="00BA019D"/>
    <w:rsid w:val="00BA1355"/>
    <w:rsid w:val="00BA151A"/>
    <w:rsid w:val="00BA3A32"/>
    <w:rsid w:val="00BA4781"/>
    <w:rsid w:val="00BA5B81"/>
    <w:rsid w:val="00BA64B2"/>
    <w:rsid w:val="00BA7C03"/>
    <w:rsid w:val="00BB0D84"/>
    <w:rsid w:val="00BB3DD0"/>
    <w:rsid w:val="00BB45D3"/>
    <w:rsid w:val="00BB4A94"/>
    <w:rsid w:val="00BB6CD9"/>
    <w:rsid w:val="00BB7648"/>
    <w:rsid w:val="00BB7829"/>
    <w:rsid w:val="00BB7AF9"/>
    <w:rsid w:val="00BB7D31"/>
    <w:rsid w:val="00BC1156"/>
    <w:rsid w:val="00BC175D"/>
    <w:rsid w:val="00BC2E22"/>
    <w:rsid w:val="00BC3422"/>
    <w:rsid w:val="00BC45B4"/>
    <w:rsid w:val="00BC4AC6"/>
    <w:rsid w:val="00BC6372"/>
    <w:rsid w:val="00BC6F5E"/>
    <w:rsid w:val="00BD3129"/>
    <w:rsid w:val="00BD5138"/>
    <w:rsid w:val="00BD52BD"/>
    <w:rsid w:val="00BD66FC"/>
    <w:rsid w:val="00BD67D2"/>
    <w:rsid w:val="00BD6A6A"/>
    <w:rsid w:val="00BD73F7"/>
    <w:rsid w:val="00BD7F63"/>
    <w:rsid w:val="00BE0EB3"/>
    <w:rsid w:val="00BE1537"/>
    <w:rsid w:val="00BE289A"/>
    <w:rsid w:val="00BE2FBE"/>
    <w:rsid w:val="00BE380A"/>
    <w:rsid w:val="00BE3C76"/>
    <w:rsid w:val="00BE4D59"/>
    <w:rsid w:val="00BE687D"/>
    <w:rsid w:val="00BF04B4"/>
    <w:rsid w:val="00BF14A2"/>
    <w:rsid w:val="00BF217B"/>
    <w:rsid w:val="00BF3B92"/>
    <w:rsid w:val="00BF45F6"/>
    <w:rsid w:val="00BF6406"/>
    <w:rsid w:val="00C00539"/>
    <w:rsid w:val="00C007D5"/>
    <w:rsid w:val="00C03E03"/>
    <w:rsid w:val="00C043A5"/>
    <w:rsid w:val="00C04A26"/>
    <w:rsid w:val="00C0528D"/>
    <w:rsid w:val="00C05A47"/>
    <w:rsid w:val="00C05CDF"/>
    <w:rsid w:val="00C06120"/>
    <w:rsid w:val="00C06239"/>
    <w:rsid w:val="00C06F32"/>
    <w:rsid w:val="00C13CF3"/>
    <w:rsid w:val="00C14AA9"/>
    <w:rsid w:val="00C14F2F"/>
    <w:rsid w:val="00C153A8"/>
    <w:rsid w:val="00C15CB5"/>
    <w:rsid w:val="00C16043"/>
    <w:rsid w:val="00C160EB"/>
    <w:rsid w:val="00C20382"/>
    <w:rsid w:val="00C21914"/>
    <w:rsid w:val="00C23119"/>
    <w:rsid w:val="00C24BE1"/>
    <w:rsid w:val="00C30A06"/>
    <w:rsid w:val="00C31B83"/>
    <w:rsid w:val="00C32595"/>
    <w:rsid w:val="00C32AC6"/>
    <w:rsid w:val="00C34089"/>
    <w:rsid w:val="00C35494"/>
    <w:rsid w:val="00C4005C"/>
    <w:rsid w:val="00C44CDE"/>
    <w:rsid w:val="00C44F4E"/>
    <w:rsid w:val="00C461BD"/>
    <w:rsid w:val="00C46534"/>
    <w:rsid w:val="00C46F30"/>
    <w:rsid w:val="00C4771E"/>
    <w:rsid w:val="00C5069A"/>
    <w:rsid w:val="00C512DD"/>
    <w:rsid w:val="00C52060"/>
    <w:rsid w:val="00C5660A"/>
    <w:rsid w:val="00C56BD8"/>
    <w:rsid w:val="00C5702F"/>
    <w:rsid w:val="00C57243"/>
    <w:rsid w:val="00C57F34"/>
    <w:rsid w:val="00C606D7"/>
    <w:rsid w:val="00C61E7A"/>
    <w:rsid w:val="00C62146"/>
    <w:rsid w:val="00C628F4"/>
    <w:rsid w:val="00C6466F"/>
    <w:rsid w:val="00C6684D"/>
    <w:rsid w:val="00C670CA"/>
    <w:rsid w:val="00C73691"/>
    <w:rsid w:val="00C759C6"/>
    <w:rsid w:val="00C80993"/>
    <w:rsid w:val="00C809B5"/>
    <w:rsid w:val="00C811F9"/>
    <w:rsid w:val="00C857B0"/>
    <w:rsid w:val="00C85BC5"/>
    <w:rsid w:val="00C85D66"/>
    <w:rsid w:val="00C86A52"/>
    <w:rsid w:val="00C86A93"/>
    <w:rsid w:val="00C87392"/>
    <w:rsid w:val="00C91AE7"/>
    <w:rsid w:val="00C92188"/>
    <w:rsid w:val="00C946BB"/>
    <w:rsid w:val="00CA010B"/>
    <w:rsid w:val="00CA0563"/>
    <w:rsid w:val="00CA0949"/>
    <w:rsid w:val="00CA27B0"/>
    <w:rsid w:val="00CA345C"/>
    <w:rsid w:val="00CA408F"/>
    <w:rsid w:val="00CA588D"/>
    <w:rsid w:val="00CA6117"/>
    <w:rsid w:val="00CA6352"/>
    <w:rsid w:val="00CA665A"/>
    <w:rsid w:val="00CA714D"/>
    <w:rsid w:val="00CB0915"/>
    <w:rsid w:val="00CB1C77"/>
    <w:rsid w:val="00CB61B1"/>
    <w:rsid w:val="00CB65FB"/>
    <w:rsid w:val="00CB6AC1"/>
    <w:rsid w:val="00CB6E3D"/>
    <w:rsid w:val="00CB7D83"/>
    <w:rsid w:val="00CC0038"/>
    <w:rsid w:val="00CC0C52"/>
    <w:rsid w:val="00CC0CC3"/>
    <w:rsid w:val="00CC18BA"/>
    <w:rsid w:val="00CC3081"/>
    <w:rsid w:val="00CC392B"/>
    <w:rsid w:val="00CC44AD"/>
    <w:rsid w:val="00CC4543"/>
    <w:rsid w:val="00CC5219"/>
    <w:rsid w:val="00CC593A"/>
    <w:rsid w:val="00CC7B73"/>
    <w:rsid w:val="00CD013C"/>
    <w:rsid w:val="00CD07BB"/>
    <w:rsid w:val="00CD2775"/>
    <w:rsid w:val="00CD2D3B"/>
    <w:rsid w:val="00CD30BB"/>
    <w:rsid w:val="00CD5B56"/>
    <w:rsid w:val="00CD612E"/>
    <w:rsid w:val="00CD6661"/>
    <w:rsid w:val="00CD687D"/>
    <w:rsid w:val="00CD6D57"/>
    <w:rsid w:val="00CE15F6"/>
    <w:rsid w:val="00CE1783"/>
    <w:rsid w:val="00CE1907"/>
    <w:rsid w:val="00CE32E2"/>
    <w:rsid w:val="00CE45AF"/>
    <w:rsid w:val="00CE4C5B"/>
    <w:rsid w:val="00CE6AD8"/>
    <w:rsid w:val="00CE735D"/>
    <w:rsid w:val="00CF11E4"/>
    <w:rsid w:val="00CF1300"/>
    <w:rsid w:val="00CF1429"/>
    <w:rsid w:val="00CF1941"/>
    <w:rsid w:val="00CF2228"/>
    <w:rsid w:val="00CF24E1"/>
    <w:rsid w:val="00CF2CA4"/>
    <w:rsid w:val="00CF520A"/>
    <w:rsid w:val="00CF52F3"/>
    <w:rsid w:val="00CF5CD3"/>
    <w:rsid w:val="00CF70AA"/>
    <w:rsid w:val="00D00269"/>
    <w:rsid w:val="00D00549"/>
    <w:rsid w:val="00D00D96"/>
    <w:rsid w:val="00D017E2"/>
    <w:rsid w:val="00D0193F"/>
    <w:rsid w:val="00D01942"/>
    <w:rsid w:val="00D026EE"/>
    <w:rsid w:val="00D02F61"/>
    <w:rsid w:val="00D032FD"/>
    <w:rsid w:val="00D03400"/>
    <w:rsid w:val="00D0426F"/>
    <w:rsid w:val="00D04993"/>
    <w:rsid w:val="00D0606E"/>
    <w:rsid w:val="00D0737D"/>
    <w:rsid w:val="00D1008A"/>
    <w:rsid w:val="00D10810"/>
    <w:rsid w:val="00D136A9"/>
    <w:rsid w:val="00D15DA0"/>
    <w:rsid w:val="00D17A7F"/>
    <w:rsid w:val="00D20BCC"/>
    <w:rsid w:val="00D22E69"/>
    <w:rsid w:val="00D23282"/>
    <w:rsid w:val="00D23CA1"/>
    <w:rsid w:val="00D25822"/>
    <w:rsid w:val="00D25D5B"/>
    <w:rsid w:val="00D2746C"/>
    <w:rsid w:val="00D27F85"/>
    <w:rsid w:val="00D30302"/>
    <w:rsid w:val="00D31315"/>
    <w:rsid w:val="00D3151D"/>
    <w:rsid w:val="00D31762"/>
    <w:rsid w:val="00D32CF1"/>
    <w:rsid w:val="00D334C5"/>
    <w:rsid w:val="00D34A5B"/>
    <w:rsid w:val="00D34C83"/>
    <w:rsid w:val="00D41BA1"/>
    <w:rsid w:val="00D42598"/>
    <w:rsid w:val="00D44628"/>
    <w:rsid w:val="00D461F7"/>
    <w:rsid w:val="00D470EA"/>
    <w:rsid w:val="00D47503"/>
    <w:rsid w:val="00D566D6"/>
    <w:rsid w:val="00D56E61"/>
    <w:rsid w:val="00D579EC"/>
    <w:rsid w:val="00D57E1B"/>
    <w:rsid w:val="00D6169C"/>
    <w:rsid w:val="00D6210D"/>
    <w:rsid w:val="00D62E55"/>
    <w:rsid w:val="00D62EF6"/>
    <w:rsid w:val="00D63C38"/>
    <w:rsid w:val="00D642D6"/>
    <w:rsid w:val="00D66396"/>
    <w:rsid w:val="00D6675D"/>
    <w:rsid w:val="00D67746"/>
    <w:rsid w:val="00D70057"/>
    <w:rsid w:val="00D71B90"/>
    <w:rsid w:val="00D71D0B"/>
    <w:rsid w:val="00D722B6"/>
    <w:rsid w:val="00D72304"/>
    <w:rsid w:val="00D7370B"/>
    <w:rsid w:val="00D75C6A"/>
    <w:rsid w:val="00D76355"/>
    <w:rsid w:val="00D76ACC"/>
    <w:rsid w:val="00D80275"/>
    <w:rsid w:val="00D80813"/>
    <w:rsid w:val="00D826E7"/>
    <w:rsid w:val="00D82F30"/>
    <w:rsid w:val="00D84F39"/>
    <w:rsid w:val="00D85A77"/>
    <w:rsid w:val="00D85B95"/>
    <w:rsid w:val="00D917BA"/>
    <w:rsid w:val="00D92C37"/>
    <w:rsid w:val="00D93B59"/>
    <w:rsid w:val="00D941B4"/>
    <w:rsid w:val="00D94F60"/>
    <w:rsid w:val="00D95DF5"/>
    <w:rsid w:val="00DA2CC5"/>
    <w:rsid w:val="00DA350D"/>
    <w:rsid w:val="00DA3FED"/>
    <w:rsid w:val="00DA47A1"/>
    <w:rsid w:val="00DA5FD5"/>
    <w:rsid w:val="00DA7C2E"/>
    <w:rsid w:val="00DB204E"/>
    <w:rsid w:val="00DB28B6"/>
    <w:rsid w:val="00DB3693"/>
    <w:rsid w:val="00DB4665"/>
    <w:rsid w:val="00DB51A7"/>
    <w:rsid w:val="00DB56B1"/>
    <w:rsid w:val="00DB5734"/>
    <w:rsid w:val="00DB627B"/>
    <w:rsid w:val="00DB63BD"/>
    <w:rsid w:val="00DB6747"/>
    <w:rsid w:val="00DB6AE3"/>
    <w:rsid w:val="00DB7693"/>
    <w:rsid w:val="00DC091B"/>
    <w:rsid w:val="00DC0D11"/>
    <w:rsid w:val="00DC10AF"/>
    <w:rsid w:val="00DC1540"/>
    <w:rsid w:val="00DC205F"/>
    <w:rsid w:val="00DC25B0"/>
    <w:rsid w:val="00DC344D"/>
    <w:rsid w:val="00DC450C"/>
    <w:rsid w:val="00DC5438"/>
    <w:rsid w:val="00DC5AD5"/>
    <w:rsid w:val="00DC6D30"/>
    <w:rsid w:val="00DC71BD"/>
    <w:rsid w:val="00DC7267"/>
    <w:rsid w:val="00DC751C"/>
    <w:rsid w:val="00DC7FB4"/>
    <w:rsid w:val="00DD0DFF"/>
    <w:rsid w:val="00DD1492"/>
    <w:rsid w:val="00DD20F5"/>
    <w:rsid w:val="00DD2FE6"/>
    <w:rsid w:val="00DD5B72"/>
    <w:rsid w:val="00DD6286"/>
    <w:rsid w:val="00DD6424"/>
    <w:rsid w:val="00DE0DD5"/>
    <w:rsid w:val="00DE19BE"/>
    <w:rsid w:val="00DE2276"/>
    <w:rsid w:val="00DE35A4"/>
    <w:rsid w:val="00DE60F1"/>
    <w:rsid w:val="00DE75CB"/>
    <w:rsid w:val="00DE7C0B"/>
    <w:rsid w:val="00DE7CFF"/>
    <w:rsid w:val="00DF3C2F"/>
    <w:rsid w:val="00DF59DF"/>
    <w:rsid w:val="00DF6175"/>
    <w:rsid w:val="00DF6268"/>
    <w:rsid w:val="00DF6802"/>
    <w:rsid w:val="00DF6908"/>
    <w:rsid w:val="00E00210"/>
    <w:rsid w:val="00E0113D"/>
    <w:rsid w:val="00E02284"/>
    <w:rsid w:val="00E031F5"/>
    <w:rsid w:val="00E038DA"/>
    <w:rsid w:val="00E04825"/>
    <w:rsid w:val="00E0705D"/>
    <w:rsid w:val="00E07153"/>
    <w:rsid w:val="00E07302"/>
    <w:rsid w:val="00E0768F"/>
    <w:rsid w:val="00E10A3C"/>
    <w:rsid w:val="00E11E0E"/>
    <w:rsid w:val="00E12343"/>
    <w:rsid w:val="00E13574"/>
    <w:rsid w:val="00E13FD5"/>
    <w:rsid w:val="00E14943"/>
    <w:rsid w:val="00E15E38"/>
    <w:rsid w:val="00E1611F"/>
    <w:rsid w:val="00E16F08"/>
    <w:rsid w:val="00E175BD"/>
    <w:rsid w:val="00E17C10"/>
    <w:rsid w:val="00E17D7C"/>
    <w:rsid w:val="00E211FD"/>
    <w:rsid w:val="00E22055"/>
    <w:rsid w:val="00E225C8"/>
    <w:rsid w:val="00E2298A"/>
    <w:rsid w:val="00E22C8A"/>
    <w:rsid w:val="00E230E6"/>
    <w:rsid w:val="00E24102"/>
    <w:rsid w:val="00E247F3"/>
    <w:rsid w:val="00E24B1E"/>
    <w:rsid w:val="00E25085"/>
    <w:rsid w:val="00E275C6"/>
    <w:rsid w:val="00E278FF"/>
    <w:rsid w:val="00E27C72"/>
    <w:rsid w:val="00E300A9"/>
    <w:rsid w:val="00E302C3"/>
    <w:rsid w:val="00E3075E"/>
    <w:rsid w:val="00E355DC"/>
    <w:rsid w:val="00E366BF"/>
    <w:rsid w:val="00E4284B"/>
    <w:rsid w:val="00E4315E"/>
    <w:rsid w:val="00E43721"/>
    <w:rsid w:val="00E45FDF"/>
    <w:rsid w:val="00E506CE"/>
    <w:rsid w:val="00E5181C"/>
    <w:rsid w:val="00E551A7"/>
    <w:rsid w:val="00E562A1"/>
    <w:rsid w:val="00E56B2C"/>
    <w:rsid w:val="00E66241"/>
    <w:rsid w:val="00E672FF"/>
    <w:rsid w:val="00E67381"/>
    <w:rsid w:val="00E70273"/>
    <w:rsid w:val="00E70940"/>
    <w:rsid w:val="00E71BD9"/>
    <w:rsid w:val="00E71C95"/>
    <w:rsid w:val="00E72F68"/>
    <w:rsid w:val="00E75202"/>
    <w:rsid w:val="00E75732"/>
    <w:rsid w:val="00E75ACF"/>
    <w:rsid w:val="00E75D16"/>
    <w:rsid w:val="00E768FC"/>
    <w:rsid w:val="00E80331"/>
    <w:rsid w:val="00E80DBD"/>
    <w:rsid w:val="00E815DA"/>
    <w:rsid w:val="00E81B82"/>
    <w:rsid w:val="00E828F0"/>
    <w:rsid w:val="00E83101"/>
    <w:rsid w:val="00E83880"/>
    <w:rsid w:val="00E85EF7"/>
    <w:rsid w:val="00E86626"/>
    <w:rsid w:val="00E90563"/>
    <w:rsid w:val="00E91617"/>
    <w:rsid w:val="00E93375"/>
    <w:rsid w:val="00E94BC0"/>
    <w:rsid w:val="00E9610D"/>
    <w:rsid w:val="00EA3F25"/>
    <w:rsid w:val="00EA4836"/>
    <w:rsid w:val="00EA4FD9"/>
    <w:rsid w:val="00EA64B6"/>
    <w:rsid w:val="00EA784F"/>
    <w:rsid w:val="00EB1A9A"/>
    <w:rsid w:val="00EB1E26"/>
    <w:rsid w:val="00EB2072"/>
    <w:rsid w:val="00EB2238"/>
    <w:rsid w:val="00EB2F90"/>
    <w:rsid w:val="00EB3128"/>
    <w:rsid w:val="00EB31BF"/>
    <w:rsid w:val="00EB36B7"/>
    <w:rsid w:val="00EB3B94"/>
    <w:rsid w:val="00EB54DA"/>
    <w:rsid w:val="00EB6520"/>
    <w:rsid w:val="00EB6A6E"/>
    <w:rsid w:val="00EB6FD0"/>
    <w:rsid w:val="00EB711F"/>
    <w:rsid w:val="00EB7B7C"/>
    <w:rsid w:val="00EC1E64"/>
    <w:rsid w:val="00EC22E3"/>
    <w:rsid w:val="00EC2877"/>
    <w:rsid w:val="00EC2CBE"/>
    <w:rsid w:val="00EC2FBC"/>
    <w:rsid w:val="00EC3434"/>
    <w:rsid w:val="00EC47D7"/>
    <w:rsid w:val="00EC4B8A"/>
    <w:rsid w:val="00EC5029"/>
    <w:rsid w:val="00EC6247"/>
    <w:rsid w:val="00EC7086"/>
    <w:rsid w:val="00ED0273"/>
    <w:rsid w:val="00ED4511"/>
    <w:rsid w:val="00ED6E5F"/>
    <w:rsid w:val="00ED7A05"/>
    <w:rsid w:val="00EE35B0"/>
    <w:rsid w:val="00EF2CB2"/>
    <w:rsid w:val="00EF34BE"/>
    <w:rsid w:val="00EF3F1F"/>
    <w:rsid w:val="00EF59FE"/>
    <w:rsid w:val="00EF5EC4"/>
    <w:rsid w:val="00EF5F95"/>
    <w:rsid w:val="00EF7AEC"/>
    <w:rsid w:val="00F00DC9"/>
    <w:rsid w:val="00F00F00"/>
    <w:rsid w:val="00F01C4B"/>
    <w:rsid w:val="00F02201"/>
    <w:rsid w:val="00F0434B"/>
    <w:rsid w:val="00F04CA3"/>
    <w:rsid w:val="00F04FCC"/>
    <w:rsid w:val="00F06D8B"/>
    <w:rsid w:val="00F06E5D"/>
    <w:rsid w:val="00F07021"/>
    <w:rsid w:val="00F07843"/>
    <w:rsid w:val="00F079A1"/>
    <w:rsid w:val="00F105B8"/>
    <w:rsid w:val="00F10F02"/>
    <w:rsid w:val="00F10FDD"/>
    <w:rsid w:val="00F11A4A"/>
    <w:rsid w:val="00F128F8"/>
    <w:rsid w:val="00F136B8"/>
    <w:rsid w:val="00F13E6B"/>
    <w:rsid w:val="00F1608D"/>
    <w:rsid w:val="00F17406"/>
    <w:rsid w:val="00F2059B"/>
    <w:rsid w:val="00F20789"/>
    <w:rsid w:val="00F22190"/>
    <w:rsid w:val="00F233C6"/>
    <w:rsid w:val="00F269F3"/>
    <w:rsid w:val="00F27E99"/>
    <w:rsid w:val="00F27EA1"/>
    <w:rsid w:val="00F31229"/>
    <w:rsid w:val="00F319AA"/>
    <w:rsid w:val="00F327AA"/>
    <w:rsid w:val="00F32B6C"/>
    <w:rsid w:val="00F32BA6"/>
    <w:rsid w:val="00F34065"/>
    <w:rsid w:val="00F34DD1"/>
    <w:rsid w:val="00F35250"/>
    <w:rsid w:val="00F35A48"/>
    <w:rsid w:val="00F35CBE"/>
    <w:rsid w:val="00F365D9"/>
    <w:rsid w:val="00F3775D"/>
    <w:rsid w:val="00F4139A"/>
    <w:rsid w:val="00F422D4"/>
    <w:rsid w:val="00F43247"/>
    <w:rsid w:val="00F44788"/>
    <w:rsid w:val="00F4636B"/>
    <w:rsid w:val="00F46E3B"/>
    <w:rsid w:val="00F51906"/>
    <w:rsid w:val="00F5417E"/>
    <w:rsid w:val="00F55E1B"/>
    <w:rsid w:val="00F56A88"/>
    <w:rsid w:val="00F56D58"/>
    <w:rsid w:val="00F57FFB"/>
    <w:rsid w:val="00F6124B"/>
    <w:rsid w:val="00F61E3A"/>
    <w:rsid w:val="00F61F48"/>
    <w:rsid w:val="00F623FE"/>
    <w:rsid w:val="00F62B06"/>
    <w:rsid w:val="00F62B46"/>
    <w:rsid w:val="00F6395B"/>
    <w:rsid w:val="00F643FD"/>
    <w:rsid w:val="00F658C3"/>
    <w:rsid w:val="00F666FC"/>
    <w:rsid w:val="00F7123D"/>
    <w:rsid w:val="00F75E1A"/>
    <w:rsid w:val="00F77347"/>
    <w:rsid w:val="00F77E07"/>
    <w:rsid w:val="00F80A04"/>
    <w:rsid w:val="00F817C4"/>
    <w:rsid w:val="00F81CBB"/>
    <w:rsid w:val="00F82AD5"/>
    <w:rsid w:val="00F848B3"/>
    <w:rsid w:val="00F8500F"/>
    <w:rsid w:val="00F85616"/>
    <w:rsid w:val="00F8568D"/>
    <w:rsid w:val="00F85933"/>
    <w:rsid w:val="00F85A96"/>
    <w:rsid w:val="00F86488"/>
    <w:rsid w:val="00F86501"/>
    <w:rsid w:val="00F86616"/>
    <w:rsid w:val="00F87C71"/>
    <w:rsid w:val="00F87F7A"/>
    <w:rsid w:val="00F9046E"/>
    <w:rsid w:val="00F921FD"/>
    <w:rsid w:val="00F9298E"/>
    <w:rsid w:val="00F92FAA"/>
    <w:rsid w:val="00F95558"/>
    <w:rsid w:val="00F9582B"/>
    <w:rsid w:val="00F97936"/>
    <w:rsid w:val="00FA1CB8"/>
    <w:rsid w:val="00FA28E3"/>
    <w:rsid w:val="00FA29B9"/>
    <w:rsid w:val="00FA2BFE"/>
    <w:rsid w:val="00FA2FDE"/>
    <w:rsid w:val="00FA419D"/>
    <w:rsid w:val="00FA5F63"/>
    <w:rsid w:val="00FA7E19"/>
    <w:rsid w:val="00FB139C"/>
    <w:rsid w:val="00FB150F"/>
    <w:rsid w:val="00FB29D2"/>
    <w:rsid w:val="00FB2B44"/>
    <w:rsid w:val="00FB326C"/>
    <w:rsid w:val="00FB5C4B"/>
    <w:rsid w:val="00FB602B"/>
    <w:rsid w:val="00FC1082"/>
    <w:rsid w:val="00FC133B"/>
    <w:rsid w:val="00FC3580"/>
    <w:rsid w:val="00FC572A"/>
    <w:rsid w:val="00FC6D7D"/>
    <w:rsid w:val="00FC7AF0"/>
    <w:rsid w:val="00FD017F"/>
    <w:rsid w:val="00FD048B"/>
    <w:rsid w:val="00FD05B2"/>
    <w:rsid w:val="00FD06FC"/>
    <w:rsid w:val="00FD1175"/>
    <w:rsid w:val="00FD1837"/>
    <w:rsid w:val="00FD3105"/>
    <w:rsid w:val="00FD5214"/>
    <w:rsid w:val="00FD5546"/>
    <w:rsid w:val="00FD5875"/>
    <w:rsid w:val="00FD6CA1"/>
    <w:rsid w:val="00FD71F3"/>
    <w:rsid w:val="00FE1387"/>
    <w:rsid w:val="00FE4A09"/>
    <w:rsid w:val="00FE58F9"/>
    <w:rsid w:val="00FE63DB"/>
    <w:rsid w:val="00FE64AE"/>
    <w:rsid w:val="00FE7210"/>
    <w:rsid w:val="00FE78CE"/>
    <w:rsid w:val="00FE7CBB"/>
    <w:rsid w:val="00FF050C"/>
    <w:rsid w:val="00FF0B2D"/>
    <w:rsid w:val="00FF0DFF"/>
    <w:rsid w:val="00FF1599"/>
    <w:rsid w:val="00FF352A"/>
    <w:rsid w:val="00FF4566"/>
    <w:rsid w:val="00FF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27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47</Words>
  <Characters>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SLIDETEXT</dc:title>
  <dc:subject/>
  <dc:creator/>
  <cp:keywords/>
  <dc:description/>
  <cp:lastModifiedBy/>
  <cp:revision>2</cp:revision>
  <dcterms:created xsi:type="dcterms:W3CDTF">2010-10-16T13:09:00Z</dcterms:created>
  <dcterms:modified xsi:type="dcterms:W3CDTF">2010-10-16T13:09:00Z</dcterms:modified>
</cp:coreProperties>
</file>